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D7" w:rsidRPr="004E3527" w:rsidRDefault="000359D7" w:rsidP="000359D7">
      <w:pPr>
        <w:pStyle w:val="Title"/>
        <w:tabs>
          <w:tab w:val="right" w:pos="10206"/>
        </w:tabs>
        <w:rPr>
          <w:sz w:val="48"/>
          <w:szCs w:val="48"/>
        </w:rPr>
      </w:pPr>
      <w:bookmarkStart w:id="0" w:name="_GoBack"/>
      <w:r w:rsidRPr="004E3527">
        <w:rPr>
          <w:sz w:val="48"/>
          <w:szCs w:val="48"/>
        </w:rPr>
        <w:t>Third-Party Data Request Form</w:t>
      </w:r>
    </w:p>
    <w:p w:rsidR="000359D7" w:rsidRDefault="000359D7" w:rsidP="000359D7">
      <w:r>
        <w:t xml:space="preserve">Please complete this application </w:t>
      </w:r>
      <w:r w:rsidR="004E3527">
        <w:t xml:space="preserve">form </w:t>
      </w:r>
      <w:r w:rsidR="00552D7A">
        <w:t>to request</w:t>
      </w:r>
      <w:r w:rsidR="00363453">
        <w:t xml:space="preserve"> completed</w:t>
      </w:r>
      <w:r w:rsidR="00552D7A">
        <w:t xml:space="preserve"> interRAI assessment</w:t>
      </w:r>
      <w:r>
        <w:t xml:space="preserve"> data from </w:t>
      </w:r>
      <w:r w:rsidR="00552D7A">
        <w:t xml:space="preserve">the Central Region’s </w:t>
      </w:r>
      <w:r w:rsidR="00552D7A" w:rsidRPr="00A626E3">
        <w:rPr>
          <w:rFonts w:cstheme="minorHAnsi"/>
          <w:noProof/>
          <w:color w:val="A8B50A"/>
          <w:lang w:eastAsia="en-NZ"/>
        </w:rPr>
        <w:drawing>
          <wp:anchor distT="0" distB="0" distL="114300" distR="114300" simplePos="0" relativeHeight="251659264" behindDoc="0" locked="0" layoutInCell="1" allowOverlap="1" wp14:anchorId="0B00544B" wp14:editId="26AE8AE7">
            <wp:simplePos x="0" y="0"/>
            <wp:positionH relativeFrom="margin">
              <wp:posOffset>4617085</wp:posOffset>
            </wp:positionH>
            <wp:positionV relativeFrom="margin">
              <wp:posOffset>-589280</wp:posOffset>
            </wp:positionV>
            <wp:extent cx="1760220" cy="542925"/>
            <wp:effectExtent l="0" t="0" r="0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Technical Advisory Services (TAS).</w:t>
      </w:r>
    </w:p>
    <w:tbl>
      <w:tblPr>
        <w:tblStyle w:val="TableGrid"/>
        <w:tblW w:w="10593" w:type="dxa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3082"/>
        <w:gridCol w:w="5302"/>
      </w:tblGrid>
      <w:tr w:rsidR="000359D7" w:rsidTr="004E3527">
        <w:trPr>
          <w:trHeight w:val="424"/>
        </w:trPr>
        <w:tc>
          <w:tcPr>
            <w:tcW w:w="2209" w:type="dxa"/>
            <w:tcBorders>
              <w:top w:val="nil"/>
              <w:bottom w:val="nil"/>
            </w:tcBorders>
            <w:shd w:val="clear" w:color="auto" w:fill="auto"/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Request Type:</w:t>
            </w:r>
          </w:p>
        </w:tc>
        <w:tc>
          <w:tcPr>
            <w:tcW w:w="308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alias w:val="ReqType"/>
                <w:tag w:val="ReqType"/>
                <w:id w:val="1774050928"/>
                <w:placeholder>
                  <w:docPart w:val="B1A3220287FA4F01B57B82B8C0C38511"/>
                </w:placeholder>
                <w:showingPlcHdr/>
                <w:dropDownList>
                  <w:listItem w:value="Choose an item."/>
                  <w:listItem w:displayText="Aggregate" w:value="Aggregate"/>
                  <w:listItem w:displayText="Record-Level" w:value="Record-Level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0359D7" w:rsidRPr="009A6537" w:rsidRDefault="000359D7" w:rsidP="00222AE6">
            <w:pPr>
              <w:spacing w:after="60"/>
            </w:pPr>
            <w:r w:rsidRPr="009A6537">
              <w:rPr>
                <w:b/>
              </w:rPr>
              <w:t>If aggregate</w:t>
            </w:r>
            <w:r w:rsidRPr="009A6537">
              <w:t xml:space="preserve"> </w:t>
            </w:r>
            <w:r w:rsidRPr="009A6537">
              <w:sym w:font="Wingdings" w:char="F0E0"/>
            </w:r>
            <w:r>
              <w:t xml:space="preserve"> complete sections A,</w:t>
            </w:r>
            <w:r w:rsidRPr="009A6537">
              <w:t xml:space="preserve"> B</w:t>
            </w:r>
            <w:r>
              <w:t xml:space="preserve"> and D</w:t>
            </w:r>
          </w:p>
        </w:tc>
      </w:tr>
      <w:tr w:rsidR="000359D7" w:rsidTr="004E3527">
        <w:trPr>
          <w:trHeight w:val="424"/>
        </w:trPr>
        <w:tc>
          <w:tcPr>
            <w:tcW w:w="2209" w:type="dxa"/>
            <w:tcBorders>
              <w:top w:val="nil"/>
              <w:bottom w:val="nil"/>
            </w:tcBorders>
            <w:shd w:val="clear" w:color="auto" w:fill="auto"/>
          </w:tcPr>
          <w:p w:rsidR="000359D7" w:rsidRDefault="000359D7" w:rsidP="00222AE6">
            <w:pPr>
              <w:spacing w:after="60"/>
              <w:rPr>
                <w:b/>
              </w:rPr>
            </w:pPr>
          </w:p>
        </w:tc>
        <w:tc>
          <w:tcPr>
            <w:tcW w:w="308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359D7" w:rsidRDefault="000359D7" w:rsidP="00222AE6">
            <w:pPr>
              <w:spacing w:after="60"/>
              <w:rPr>
                <w:b/>
              </w:rPr>
            </w:pPr>
          </w:p>
        </w:tc>
        <w:tc>
          <w:tcPr>
            <w:tcW w:w="5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59D7" w:rsidRPr="009A6537" w:rsidRDefault="000359D7" w:rsidP="00222AE6">
            <w:pPr>
              <w:spacing w:after="60"/>
            </w:pPr>
            <w:r w:rsidRPr="009A6537">
              <w:rPr>
                <w:b/>
              </w:rPr>
              <w:t>If record-level</w:t>
            </w:r>
            <w:r>
              <w:sym w:font="Wingdings" w:char="F0E0"/>
            </w:r>
            <w:r>
              <w:t xml:space="preserve"> complete sections A, B, C and D</w:t>
            </w:r>
          </w:p>
        </w:tc>
      </w:tr>
    </w:tbl>
    <w:p w:rsidR="000359D7" w:rsidRPr="000359D7" w:rsidRDefault="000359D7" w:rsidP="000359D7">
      <w:pPr>
        <w:pStyle w:val="Heading1"/>
      </w:pPr>
      <w:r w:rsidRPr="000359D7">
        <w:t>Section A. Requestor Information</w:t>
      </w:r>
    </w:p>
    <w:tbl>
      <w:tblPr>
        <w:tblStyle w:val="TableGrid"/>
        <w:tblW w:w="10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9"/>
        <w:gridCol w:w="2410"/>
        <w:gridCol w:w="2953"/>
      </w:tblGrid>
      <w:tr w:rsidR="000359D7" w:rsidTr="00DC06D9">
        <w:trPr>
          <w:trHeight w:val="567"/>
        </w:trPr>
        <w:tc>
          <w:tcPr>
            <w:tcW w:w="2235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Surname:</w:t>
            </w:r>
          </w:p>
        </w:tc>
        <w:tc>
          <w:tcPr>
            <w:tcW w:w="3119" w:type="dxa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203436203"/>
                <w:placeholder>
                  <w:docPart w:val="573216DCF0A44CB6B8B817360E75D145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410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Given name(s):</w:t>
            </w:r>
          </w:p>
        </w:tc>
        <w:tc>
          <w:tcPr>
            <w:tcW w:w="2953" w:type="dxa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383019673"/>
                <w:placeholder>
                  <w:docPart w:val="20F9E5D95B6B476580E4AACA6B4DC4CE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222AE6" w:rsidTr="00DC06D9">
        <w:trPr>
          <w:trHeight w:val="567"/>
        </w:trPr>
        <w:tc>
          <w:tcPr>
            <w:tcW w:w="2235" w:type="dxa"/>
          </w:tcPr>
          <w:p w:rsidR="00222AE6" w:rsidRDefault="00222AE6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Title:</w:t>
            </w:r>
          </w:p>
        </w:tc>
        <w:tc>
          <w:tcPr>
            <w:tcW w:w="3119" w:type="dxa"/>
          </w:tcPr>
          <w:p w:rsidR="00222AE6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599181836"/>
                <w:placeholder>
                  <w:docPart w:val="A7B85040E40C4FB494EF7140C8236135"/>
                </w:placeholder>
                <w:showingPlcHdr/>
              </w:sdtPr>
              <w:sdtEndPr/>
              <w:sdtContent>
                <w:r w:rsidR="00222AE6" w:rsidRPr="004C750B">
                  <w:rPr>
                    <w:rStyle w:val="PlaceholderText"/>
                  </w:rPr>
                  <w:t xml:space="preserve">Click here to enter </w:t>
                </w:r>
                <w:r w:rsidR="00222AE6">
                  <w:rPr>
                    <w:rStyle w:val="PlaceholderText"/>
                  </w:rPr>
                  <w:t>text</w:t>
                </w:r>
                <w:r w:rsidR="00222AE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5363" w:type="dxa"/>
            <w:gridSpan w:val="2"/>
            <w:tcBorders>
              <w:left w:val="nil"/>
            </w:tcBorders>
          </w:tcPr>
          <w:p w:rsidR="00222AE6" w:rsidRDefault="00222AE6" w:rsidP="00222AE6">
            <w:pPr>
              <w:tabs>
                <w:tab w:val="left" w:pos="2443"/>
                <w:tab w:val="left" w:pos="5103"/>
                <w:tab w:val="left" w:pos="6804"/>
              </w:tabs>
              <w:spacing w:after="60"/>
              <w:rPr>
                <w:b/>
              </w:rPr>
            </w:pPr>
            <w:proofErr w:type="spellStart"/>
            <w:r>
              <w:rPr>
                <w:b/>
              </w:rPr>
              <w:t>Connex</w:t>
            </w:r>
            <w:proofErr w:type="spellEnd"/>
            <w:r>
              <w:rPr>
                <w:b/>
              </w:rPr>
              <w:t xml:space="preserve"> ID (if applicable):</w:t>
            </w:r>
            <w:r>
              <w:rPr>
                <w:b/>
              </w:rPr>
              <w:tab/>
            </w:r>
            <w:sdt>
              <w:sdtPr>
                <w:id w:val="-457416162"/>
                <w:placeholder>
                  <w:docPart w:val="BFE79A270F574BACBB6D8C016C2F64F6"/>
                </w:placeholder>
                <w:showingPlcHdr/>
              </w:sdtPr>
              <w:sdtEndPr/>
              <w:sdtContent>
                <w:r w:rsidRPr="004C750B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text</w:t>
                </w:r>
                <w:r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DC06D9">
        <w:trPr>
          <w:trHeight w:val="567"/>
        </w:trPr>
        <w:tc>
          <w:tcPr>
            <w:tcW w:w="2235" w:type="dxa"/>
          </w:tcPr>
          <w:p w:rsidR="000359D7" w:rsidRDefault="000359D7" w:rsidP="00552D7A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Organi</w:t>
            </w:r>
            <w:r w:rsidR="00552D7A">
              <w:rPr>
                <w:b/>
              </w:rPr>
              <w:t>s</w:t>
            </w:r>
            <w:r w:rsidRPr="003F14B6">
              <w:rPr>
                <w:b/>
              </w:rPr>
              <w:t>ation:</w:t>
            </w:r>
          </w:p>
        </w:tc>
        <w:tc>
          <w:tcPr>
            <w:tcW w:w="3119" w:type="dxa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640298998"/>
                <w:placeholder>
                  <w:docPart w:val="111F8E58C56A4C39BF92C4FF85D8A88D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410" w:type="dxa"/>
          </w:tcPr>
          <w:p w:rsidR="000359D7" w:rsidRDefault="000359D7" w:rsidP="00552D7A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Organi</w:t>
            </w:r>
            <w:r w:rsidR="00552D7A">
              <w:rPr>
                <w:b/>
              </w:rPr>
              <w:t>s</w:t>
            </w:r>
            <w:r w:rsidRPr="003F14B6">
              <w:rPr>
                <w:b/>
              </w:rPr>
              <w:t>ation Type:</w:t>
            </w:r>
          </w:p>
        </w:tc>
        <w:tc>
          <w:tcPr>
            <w:tcW w:w="2953" w:type="dxa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alias w:val="OrgType"/>
                <w:tag w:val="OrgType"/>
                <w:id w:val="757870767"/>
                <w:placeholder>
                  <w:docPart w:val="EDD5451013164E8A867362E957E6D35E"/>
                </w:placeholder>
                <w:showingPlcHdr/>
                <w:dropDownList>
                  <w:listItem w:value="Choose an item."/>
                  <w:listItem w:displayText="Government" w:value="Government"/>
                  <w:listItem w:displayText="External Agency" w:value="External Agency"/>
                  <w:listItem w:displayText="External Authorised Agency" w:value="External Authorised Agency"/>
                  <w:listItem w:displayText="District Health Board" w:value="District Health Board"/>
                  <w:listItem w:displayText="Health Care Provider" w:value="Health Care Provider"/>
                  <w:listItem w:displayText="Internal" w:value="Internal"/>
                  <w:listItem w:displayText="Other" w:value="Other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359D7" w:rsidTr="00222AE6">
        <w:trPr>
          <w:trHeight w:val="567"/>
        </w:trPr>
        <w:tc>
          <w:tcPr>
            <w:tcW w:w="2235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Address:</w:t>
            </w:r>
          </w:p>
        </w:tc>
        <w:tc>
          <w:tcPr>
            <w:tcW w:w="8482" w:type="dxa"/>
            <w:gridSpan w:val="3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721326170"/>
                <w:placeholder>
                  <w:docPart w:val="8B3EB2572FF74BDDBDE32BACE5CADC0F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DC06D9">
        <w:trPr>
          <w:trHeight w:val="567"/>
        </w:trPr>
        <w:tc>
          <w:tcPr>
            <w:tcW w:w="2235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Email:</w:t>
            </w:r>
          </w:p>
        </w:tc>
        <w:tc>
          <w:tcPr>
            <w:tcW w:w="3119" w:type="dxa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356886487"/>
                <w:placeholder>
                  <w:docPart w:val="0597486B82EC4C81A3D230C6169EE0FA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Click here to enter </w:t>
                </w:r>
                <w:r w:rsidR="003C5186">
                  <w:rPr>
                    <w:rStyle w:val="PlaceholderText"/>
                  </w:rPr>
                  <w:t>text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  <w:tc>
          <w:tcPr>
            <w:tcW w:w="2410" w:type="dxa"/>
          </w:tcPr>
          <w:p w:rsidR="000359D7" w:rsidRDefault="000359D7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Phone:</w:t>
            </w:r>
          </w:p>
        </w:tc>
        <w:tc>
          <w:tcPr>
            <w:tcW w:w="2953" w:type="dxa"/>
          </w:tcPr>
          <w:p w:rsidR="000359D7" w:rsidRDefault="00540E18" w:rsidP="00222AE6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1553264165"/>
                <w:placeholder>
                  <w:docPart w:val="52BE7F9650D34B9689F39493E0C0B4DF"/>
                </w:placeholder>
                <w:showingPlcHdr/>
              </w:sdtPr>
              <w:sdtEndPr/>
              <w:sdtContent>
                <w:r w:rsidR="003C5186" w:rsidRPr="004C750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DC06D9" w:rsidRPr="00540E18" w:rsidRDefault="00DC06D9" w:rsidP="004E3527">
      <w:pPr>
        <w:pStyle w:val="Heading1"/>
        <w:spacing w:before="0"/>
        <w:rPr>
          <w:b/>
          <w:color w:val="auto"/>
          <w:sz w:val="22"/>
          <w:szCs w:val="22"/>
        </w:rPr>
      </w:pPr>
      <w:r w:rsidRPr="00540E18">
        <w:rPr>
          <w:b/>
          <w:color w:val="auto"/>
          <w:sz w:val="22"/>
          <w:szCs w:val="22"/>
        </w:rPr>
        <w:t>Are you a first time data req</w:t>
      </w:r>
      <w:r w:rsidR="000B7F83" w:rsidRPr="00540E18">
        <w:rPr>
          <w:b/>
          <w:color w:val="auto"/>
          <w:sz w:val="22"/>
          <w:szCs w:val="22"/>
        </w:rPr>
        <w:t>uestor</w:t>
      </w:r>
      <w:r w:rsidRPr="00540E18">
        <w:rPr>
          <w:b/>
          <w:color w:val="auto"/>
          <w:sz w:val="22"/>
          <w:szCs w:val="22"/>
        </w:rPr>
        <w:t xml:space="preserve">? </w:t>
      </w:r>
      <w:r w:rsidRPr="00540E18">
        <w:rPr>
          <w:b/>
          <w:color w:val="auto"/>
          <w:sz w:val="22"/>
          <w:szCs w:val="22"/>
        </w:rPr>
        <w:tab/>
        <w:t xml:space="preserve"> </w:t>
      </w:r>
      <w:sdt>
        <w:sdtPr>
          <w:rPr>
            <w:color w:val="auto"/>
          </w:rPr>
          <w:alias w:val="Binary"/>
          <w:tag w:val="Binary"/>
          <w:id w:val="332032037"/>
          <w:placeholder>
            <w:docPart w:val="C13BA25DD79C48C1BA401A591E8A3D21"/>
          </w:placeholder>
          <w:showingPlcHdr/>
          <w:dropDownList>
            <w:listItem w:value="Choose an item."/>
            <w:listItem w:displayText="No" w:value="No"/>
            <w:listItem w:displayText="Yes" w:value="Yes"/>
          </w:dropDownList>
        </w:sdtPr>
        <w:sdtEndPr/>
        <w:sdtContent>
          <w:r w:rsidRPr="00540E18">
            <w:rPr>
              <w:rStyle w:val="PlaceholderText"/>
              <w:color w:val="auto"/>
              <w:sz w:val="22"/>
              <w:szCs w:val="22"/>
            </w:rPr>
            <w:t>Choose an item.</w:t>
          </w:r>
        </w:sdtContent>
      </w:sdt>
    </w:p>
    <w:p w:rsidR="002101C7" w:rsidRPr="00540E18" w:rsidRDefault="00DC06D9" w:rsidP="004E3527">
      <w:pPr>
        <w:pStyle w:val="Heading1"/>
        <w:spacing w:before="0"/>
        <w:rPr>
          <w:b/>
          <w:color w:val="auto"/>
          <w:sz w:val="22"/>
          <w:szCs w:val="22"/>
        </w:rPr>
      </w:pPr>
      <w:r w:rsidRPr="00540E18">
        <w:rPr>
          <w:b/>
          <w:color w:val="auto"/>
          <w:sz w:val="22"/>
          <w:szCs w:val="22"/>
        </w:rPr>
        <w:t>If yes, please provide details of two</w:t>
      </w:r>
      <w:r w:rsidR="00381F3F" w:rsidRPr="00540E18">
        <w:rPr>
          <w:b/>
          <w:color w:val="auto"/>
          <w:sz w:val="22"/>
          <w:szCs w:val="22"/>
        </w:rPr>
        <w:t xml:space="preserve"> referees we can contact</w:t>
      </w:r>
      <w:r w:rsidR="00CA564C" w:rsidRPr="00540E18">
        <w:rPr>
          <w:b/>
          <w:color w:val="auto"/>
          <w:sz w:val="22"/>
          <w:szCs w:val="22"/>
        </w:rPr>
        <w:t>.</w:t>
      </w:r>
      <w:r w:rsidRPr="00540E18">
        <w:rPr>
          <w:b/>
          <w:color w:val="auto"/>
          <w:sz w:val="22"/>
          <w:szCs w:val="22"/>
        </w:rPr>
        <w:t xml:space="preserve"> If no, proceed to Section B.</w:t>
      </w:r>
    </w:p>
    <w:p w:rsidR="00381F3F" w:rsidRPr="00540E18" w:rsidRDefault="00381F3F" w:rsidP="004E3527">
      <w:pPr>
        <w:pStyle w:val="Heading1"/>
        <w:spacing w:before="0"/>
        <w:rPr>
          <w:b/>
          <w:sz w:val="22"/>
          <w:szCs w:val="22"/>
        </w:rPr>
      </w:pPr>
      <w:r w:rsidRPr="00540E18">
        <w:rPr>
          <w:b/>
          <w:sz w:val="22"/>
          <w:szCs w:val="22"/>
        </w:rPr>
        <w:t>Referee 1</w:t>
      </w:r>
    </w:p>
    <w:tbl>
      <w:tblPr>
        <w:tblStyle w:val="TableGrid"/>
        <w:tblW w:w="19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9"/>
        <w:gridCol w:w="2410"/>
        <w:gridCol w:w="2409"/>
        <w:gridCol w:w="2953"/>
        <w:gridCol w:w="2953"/>
        <w:gridCol w:w="2953"/>
      </w:tblGrid>
      <w:tr w:rsidR="00381F3F" w:rsidRPr="00540E18" w:rsidTr="004E3527">
        <w:trPr>
          <w:gridAfter w:val="3"/>
          <w:wAfter w:w="8859" w:type="dxa"/>
          <w:trHeight w:val="567"/>
        </w:trPr>
        <w:tc>
          <w:tcPr>
            <w:tcW w:w="2235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Surname:</w:t>
            </w:r>
          </w:p>
        </w:tc>
        <w:tc>
          <w:tcPr>
            <w:tcW w:w="3119" w:type="dxa"/>
          </w:tcPr>
          <w:p w:rsidR="00381F3F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885708703"/>
                <w:placeholder>
                  <w:docPart w:val="9711070E9B254B33B6D81F3F914CC675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Given name(s):</w:t>
            </w:r>
          </w:p>
        </w:tc>
        <w:tc>
          <w:tcPr>
            <w:tcW w:w="2409" w:type="dxa"/>
          </w:tcPr>
          <w:p w:rsidR="00381F3F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274684533"/>
                <w:placeholder>
                  <w:docPart w:val="4027EA17D0F54E07B775C9D0C854B34F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215A7" w:rsidRPr="00540E18" w:rsidTr="004E3527">
        <w:trPr>
          <w:trHeight w:val="567"/>
        </w:trPr>
        <w:tc>
          <w:tcPr>
            <w:tcW w:w="2235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Title:</w:t>
            </w:r>
          </w:p>
        </w:tc>
        <w:tc>
          <w:tcPr>
            <w:tcW w:w="3119" w:type="dxa"/>
          </w:tcPr>
          <w:p w:rsidR="008215A7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rPr>
                  <w:b/>
                </w:rPr>
                <w:id w:val="-1705244321"/>
                <w:placeholder>
                  <w:docPart w:val="FC36273CB8B7446497596B1D7C3B30DD"/>
                </w:placeholder>
                <w:showingPlcHdr/>
              </w:sdtPr>
              <w:sdtEndPr/>
              <w:sdtContent>
                <w:r w:rsidR="008215A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819" w:type="dxa"/>
            <w:gridSpan w:val="2"/>
          </w:tcPr>
          <w:p w:rsidR="008215A7" w:rsidRPr="00540E18" w:rsidRDefault="008215A7" w:rsidP="004E3527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Organisation:</w:t>
            </w:r>
            <w:r w:rsidR="004E3527" w:rsidRPr="00540E18">
              <w:rPr>
                <w:b/>
              </w:rPr>
              <w:t xml:space="preserve">                       </w:t>
            </w:r>
            <w:sdt>
              <w:sdtPr>
                <w:rPr>
                  <w:b/>
                </w:rPr>
                <w:id w:val="-1023011765"/>
                <w:placeholder>
                  <w:docPart w:val="62FF72BEF92E4E4AA59109947EDFADC2"/>
                </w:placeholder>
              </w:sdtPr>
              <w:sdtEndPr/>
              <w:sdtContent>
                <w:sdt>
                  <w:sdtPr>
                    <w:id w:val="-784267349"/>
                    <w:placeholder>
                      <w:docPart w:val="CF7AF765A83545CF8F4F28EDE926C7DB"/>
                    </w:placeholder>
                    <w:showingPlcHdr/>
                  </w:sdtPr>
                  <w:sdtEndPr/>
                  <w:sdtContent>
                    <w:r w:rsidR="004E3527" w:rsidRPr="00540E18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</w:tc>
        <w:tc>
          <w:tcPr>
            <w:tcW w:w="2953" w:type="dxa"/>
          </w:tcPr>
          <w:p w:rsidR="008215A7" w:rsidRPr="00540E18" w:rsidRDefault="008215A7" w:rsidP="004E3527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</w:p>
        </w:tc>
        <w:tc>
          <w:tcPr>
            <w:tcW w:w="2953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</w:p>
        </w:tc>
        <w:tc>
          <w:tcPr>
            <w:tcW w:w="2953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</w:p>
        </w:tc>
      </w:tr>
      <w:tr w:rsidR="008215A7" w:rsidRPr="00540E18" w:rsidTr="004E3527">
        <w:trPr>
          <w:gridAfter w:val="3"/>
          <w:wAfter w:w="8859" w:type="dxa"/>
          <w:trHeight w:val="567"/>
        </w:trPr>
        <w:tc>
          <w:tcPr>
            <w:tcW w:w="2235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Email:</w:t>
            </w:r>
          </w:p>
        </w:tc>
        <w:tc>
          <w:tcPr>
            <w:tcW w:w="3119" w:type="dxa"/>
          </w:tcPr>
          <w:p w:rsidR="008215A7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2141179665"/>
                <w:placeholder>
                  <w:docPart w:val="555BE605639541888EF5FD30B3C8AD1F"/>
                </w:placeholder>
                <w:showingPlcHdr/>
              </w:sdtPr>
              <w:sdtEndPr/>
              <w:sdtContent>
                <w:r w:rsidR="008215A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8215A7" w:rsidRPr="00540E18" w:rsidRDefault="008215A7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Phone:</w:t>
            </w:r>
          </w:p>
        </w:tc>
        <w:tc>
          <w:tcPr>
            <w:tcW w:w="2409" w:type="dxa"/>
          </w:tcPr>
          <w:p w:rsidR="008215A7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826658828"/>
                <w:placeholder>
                  <w:docPart w:val="C55D996AF9914181AE83FFCC9FFC0D9B"/>
                </w:placeholder>
                <w:showingPlcHdr/>
              </w:sdtPr>
              <w:sdtEndPr/>
              <w:sdtContent>
                <w:r w:rsidR="008215A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381F3F" w:rsidRPr="00540E18" w:rsidRDefault="00381F3F" w:rsidP="004E3527">
      <w:pPr>
        <w:pStyle w:val="Heading1"/>
        <w:spacing w:before="0"/>
        <w:rPr>
          <w:b/>
          <w:sz w:val="22"/>
          <w:szCs w:val="22"/>
        </w:rPr>
      </w:pPr>
      <w:r w:rsidRPr="00540E18">
        <w:rPr>
          <w:b/>
          <w:sz w:val="22"/>
          <w:szCs w:val="22"/>
        </w:rPr>
        <w:t>Referee 2</w:t>
      </w:r>
    </w:p>
    <w:tbl>
      <w:tblPr>
        <w:tblStyle w:val="TableGrid"/>
        <w:tblW w:w="13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119"/>
        <w:gridCol w:w="2410"/>
        <w:gridCol w:w="2953"/>
        <w:gridCol w:w="3119"/>
      </w:tblGrid>
      <w:tr w:rsidR="00381F3F" w:rsidRPr="00540E18" w:rsidTr="00CA564C">
        <w:trPr>
          <w:gridAfter w:val="1"/>
          <w:wAfter w:w="3119" w:type="dxa"/>
          <w:trHeight w:val="567"/>
        </w:trPr>
        <w:tc>
          <w:tcPr>
            <w:tcW w:w="2235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Surname:</w:t>
            </w:r>
          </w:p>
        </w:tc>
        <w:tc>
          <w:tcPr>
            <w:tcW w:w="3119" w:type="dxa"/>
          </w:tcPr>
          <w:p w:rsidR="00381F3F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2142992229"/>
                <w:placeholder>
                  <w:docPart w:val="E9040B9B045F41C6B3AEF28460B21639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381F3F" w:rsidRPr="00540E18" w:rsidRDefault="00381F3F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Given name(s):</w:t>
            </w:r>
          </w:p>
        </w:tc>
        <w:tc>
          <w:tcPr>
            <w:tcW w:w="2953" w:type="dxa"/>
          </w:tcPr>
          <w:p w:rsidR="00381F3F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-1412386484"/>
                <w:placeholder>
                  <w:docPart w:val="40FC3CF1CE654575A768CFBD1B9CC958"/>
                </w:placeholder>
                <w:showingPlcHdr/>
              </w:sdtPr>
              <w:sdtEndPr/>
              <w:sdtContent>
                <w:r w:rsidR="00381F3F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A564C" w:rsidRPr="00540E18" w:rsidTr="00CA564C">
        <w:trPr>
          <w:trHeight w:val="567"/>
        </w:trPr>
        <w:tc>
          <w:tcPr>
            <w:tcW w:w="2235" w:type="dxa"/>
          </w:tcPr>
          <w:p w:rsidR="00CA564C" w:rsidRPr="00540E18" w:rsidRDefault="00CA564C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Title:</w:t>
            </w:r>
          </w:p>
        </w:tc>
        <w:tc>
          <w:tcPr>
            <w:tcW w:w="3119" w:type="dxa"/>
          </w:tcPr>
          <w:p w:rsidR="00CA564C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632687097"/>
                <w:placeholder>
                  <w:docPart w:val="8E2C5C94E8D6437A88019D2A84E27CA5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5363" w:type="dxa"/>
            <w:gridSpan w:val="2"/>
            <w:tcBorders>
              <w:left w:val="nil"/>
            </w:tcBorders>
          </w:tcPr>
          <w:p w:rsidR="00CA564C" w:rsidRPr="00540E18" w:rsidRDefault="00CA564C" w:rsidP="004E3527">
            <w:pPr>
              <w:tabs>
                <w:tab w:val="left" w:pos="184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Organisation:</w:t>
            </w:r>
            <w:r w:rsidR="004E3527" w:rsidRPr="00540E18">
              <w:rPr>
                <w:b/>
              </w:rPr>
              <w:t xml:space="preserve">                       </w:t>
            </w:r>
            <w:sdt>
              <w:sdtPr>
                <w:id w:val="-913393273"/>
                <w:placeholder>
                  <w:docPart w:val="FF31CD5B0CE94099A04C0F1799097D99"/>
                </w:placeholder>
                <w:showingPlcHdr/>
              </w:sdtPr>
              <w:sdtEndPr/>
              <w:sdtContent>
                <w:r w:rsidR="004E3527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19" w:type="dxa"/>
          </w:tcPr>
          <w:p w:rsidR="00CA564C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ind w:left="-2920"/>
              <w:rPr>
                <w:b/>
              </w:rPr>
            </w:pPr>
            <w:sdt>
              <w:sdtPr>
                <w:id w:val="-290826725"/>
                <w:placeholder>
                  <w:docPart w:val="1AFE7A08A6154855A833BB33E3FCC719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CA564C" w:rsidTr="00CA564C">
        <w:trPr>
          <w:gridAfter w:val="1"/>
          <w:wAfter w:w="3119" w:type="dxa"/>
          <w:trHeight w:val="567"/>
        </w:trPr>
        <w:tc>
          <w:tcPr>
            <w:tcW w:w="2235" w:type="dxa"/>
          </w:tcPr>
          <w:p w:rsidR="00CA564C" w:rsidRPr="00540E18" w:rsidRDefault="00CA564C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Email:</w:t>
            </w:r>
          </w:p>
        </w:tc>
        <w:tc>
          <w:tcPr>
            <w:tcW w:w="3119" w:type="dxa"/>
          </w:tcPr>
          <w:p w:rsidR="00CA564C" w:rsidRPr="00540E18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2062977828"/>
                <w:placeholder>
                  <w:docPart w:val="C7663D5126A94206A511C98EED7BCC1C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2410" w:type="dxa"/>
          </w:tcPr>
          <w:p w:rsidR="00CA564C" w:rsidRPr="00540E18" w:rsidRDefault="00CA564C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540E18">
              <w:rPr>
                <w:b/>
              </w:rPr>
              <w:t>Phone:</w:t>
            </w:r>
          </w:p>
        </w:tc>
        <w:tc>
          <w:tcPr>
            <w:tcW w:w="2953" w:type="dxa"/>
          </w:tcPr>
          <w:p w:rsidR="00CA564C" w:rsidRDefault="00540E18" w:rsidP="00CA564C">
            <w:pPr>
              <w:tabs>
                <w:tab w:val="left" w:pos="1843"/>
                <w:tab w:val="left" w:pos="5103"/>
                <w:tab w:val="left" w:pos="6804"/>
              </w:tabs>
              <w:spacing w:after="60"/>
              <w:rPr>
                <w:b/>
              </w:rPr>
            </w:pPr>
            <w:sdt>
              <w:sdtPr>
                <w:id w:val="994843491"/>
                <w:placeholder>
                  <w:docPart w:val="57716E369D534F41BB318D403477F1E7"/>
                </w:placeholder>
                <w:showingPlcHdr/>
              </w:sdtPr>
              <w:sdtEndPr/>
              <w:sdtContent>
                <w:r w:rsidR="00CA564C" w:rsidRPr="00540E1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:rsidR="005D3207" w:rsidRDefault="005D3207" w:rsidP="004E3527">
      <w:pPr>
        <w:pStyle w:val="Heading1"/>
        <w:spacing w:before="0"/>
      </w:pPr>
      <w:r>
        <w:br w:type="page"/>
      </w:r>
    </w:p>
    <w:p w:rsidR="000359D7" w:rsidRPr="000359D7" w:rsidRDefault="008215A7" w:rsidP="004E3527">
      <w:pPr>
        <w:pStyle w:val="Heading1"/>
        <w:spacing w:before="0"/>
      </w:pPr>
      <w:r>
        <w:lastRenderedPageBreak/>
        <w:t>S</w:t>
      </w:r>
      <w:r w:rsidR="000359D7" w:rsidRPr="000359D7">
        <w:t>ection B. Request Details</w:t>
      </w:r>
    </w:p>
    <w:tbl>
      <w:tblPr>
        <w:tblStyle w:val="TableGrid"/>
        <w:tblW w:w="11041" w:type="dxa"/>
        <w:tblLook w:val="04A0" w:firstRow="1" w:lastRow="0" w:firstColumn="1" w:lastColumn="0" w:noHBand="0" w:noVBand="1"/>
      </w:tblPr>
      <w:tblGrid>
        <w:gridCol w:w="3510"/>
        <w:gridCol w:w="3256"/>
        <w:gridCol w:w="2266"/>
        <w:gridCol w:w="2009"/>
      </w:tblGrid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Request Date: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id w:val="-1473750282"/>
                <w:placeholder>
                  <w:docPart w:val="BA4EF20730CF46CEBFCC563EE2337D03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C5186" w:rsidRPr="004C750B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Request Purpose: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alias w:val="ReqPurpose"/>
                <w:tag w:val="ReqPurpose"/>
                <w:id w:val="-707329995"/>
                <w:placeholder>
                  <w:docPart w:val="F58E4A59F0AF4C2E8A79D9DA32439DF6"/>
                </w:placeholder>
                <w:showingPlcHdr/>
                <w:dropDownList>
                  <w:listItem w:value="Choose an item."/>
                  <w:listItem w:displayText="Planning" w:value="Planning"/>
                  <w:listItem w:displayText="Monitoring" w:value="Monitoring"/>
                  <w:listItem w:displayText="Validation" w:value="Validation"/>
                  <w:listItem w:displayText="Research" w:value="Research"/>
                  <w:listItem w:displayText="Other" w:value="Other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3F14B6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Project Title:</w:t>
            </w:r>
          </w:p>
        </w:tc>
        <w:sdt>
          <w:sdtPr>
            <w:id w:val="-1818874253"/>
            <w:placeholder>
              <w:docPart w:val="D784389484E14A1C955AF1B82CA4ED8A"/>
            </w:placeholder>
            <w:showingPlcHdr/>
          </w:sdtPr>
          <w:sdtEndPr/>
          <w:sdtContent>
            <w:tc>
              <w:tcPr>
                <w:tcW w:w="753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 w:rsidRPr="00292BB5">
                  <w:rPr>
                    <w:rStyle w:val="PlaceholderText"/>
                  </w:rPr>
                  <w:t xml:space="preserve">Click here to enter </w:t>
                </w:r>
                <w:r>
                  <w:rPr>
                    <w:rStyle w:val="PlaceholderText"/>
                  </w:rPr>
                  <w:t>project title</w:t>
                </w:r>
                <w:r w:rsidRPr="00292BB5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359D7" w:rsidTr="00BE1FBE"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Project</w:t>
            </w:r>
            <w:r w:rsidRPr="003F14B6">
              <w:rPr>
                <w:b/>
              </w:rPr>
              <w:t xml:space="preserve"> Description:</w:t>
            </w:r>
          </w:p>
          <w:p w:rsidR="000359D7" w:rsidRPr="00FF1C56" w:rsidRDefault="000359D7" w:rsidP="00552D7A">
            <w:pPr>
              <w:spacing w:after="60"/>
              <w:rPr>
                <w:i/>
              </w:rPr>
            </w:pPr>
            <w:r w:rsidRPr="00FF1C56">
              <w:rPr>
                <w:i/>
              </w:rPr>
              <w:t>If applicable, please attach a project proposal to this submission for more detail on proposed analysis and methodology. If the request is for record-level data, please also attach ju</w:t>
            </w:r>
            <w:r>
              <w:rPr>
                <w:i/>
              </w:rPr>
              <w:t>stification for required fields. Do you require identification of organi</w:t>
            </w:r>
            <w:r w:rsidR="00552D7A">
              <w:rPr>
                <w:i/>
              </w:rPr>
              <w:t>s</w:t>
            </w:r>
            <w:r>
              <w:rPr>
                <w:i/>
              </w:rPr>
              <w:t>ations or clients? Please specify.</w:t>
            </w:r>
          </w:p>
        </w:tc>
      </w:tr>
      <w:tr w:rsidR="000359D7" w:rsidTr="00BE1FBE">
        <w:trPr>
          <w:trHeight w:val="3347"/>
        </w:trPr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-1941896485"/>
              <w:placeholder>
                <w:docPart w:val="B9144F0846F54EC3A3CDBF5C4C42D4AF"/>
              </w:placeholder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 xml:space="preserve">Please describe the scope of your project, including the questions of interest. </w:t>
                </w:r>
              </w:p>
            </w:sdtContent>
          </w:sdt>
          <w:p w:rsidR="000359D7" w:rsidRPr="000359D7" w:rsidRDefault="000359D7" w:rsidP="00222AE6">
            <w:pPr>
              <w:rPr>
                <w:rFonts w:cs="Calibri"/>
              </w:rPr>
            </w:pPr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E1FBE" w:rsidRDefault="00BE1FBE" w:rsidP="00363453">
            <w:pPr>
              <w:spacing w:after="60"/>
              <w:ind w:right="-1527"/>
              <w:rPr>
                <w:b/>
              </w:rPr>
            </w:pPr>
          </w:p>
          <w:p w:rsidR="00BE1FBE" w:rsidRDefault="00BE1FBE" w:rsidP="00363453">
            <w:pPr>
              <w:spacing w:after="60"/>
              <w:ind w:right="-1527"/>
              <w:rPr>
                <w:b/>
              </w:rPr>
            </w:pPr>
          </w:p>
          <w:p w:rsidR="00BE1FBE" w:rsidRDefault="00BE1FBE" w:rsidP="00363453">
            <w:pPr>
              <w:spacing w:after="60"/>
              <w:ind w:right="-1527"/>
              <w:rPr>
                <w:b/>
              </w:rPr>
            </w:pPr>
          </w:p>
          <w:p w:rsidR="000359D7" w:rsidRDefault="000359D7" w:rsidP="00363453">
            <w:pPr>
              <w:spacing w:after="60"/>
              <w:ind w:right="-1527"/>
              <w:rPr>
                <w:b/>
              </w:rPr>
            </w:pPr>
            <w:r>
              <w:rPr>
                <w:b/>
              </w:rPr>
              <w:t>D</w:t>
            </w:r>
            <w:r w:rsidR="00363453">
              <w:rPr>
                <w:b/>
              </w:rPr>
              <w:t>ata linkages and databases</w:t>
            </w:r>
            <w:r w:rsidRPr="003F14B6">
              <w:rPr>
                <w:b/>
              </w:rPr>
              <w:t>:</w:t>
            </w:r>
          </w:p>
        </w:tc>
        <w:tc>
          <w:tcPr>
            <w:tcW w:w="7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</w:p>
        </w:tc>
      </w:tr>
      <w:tr w:rsidR="000359D7" w:rsidTr="00BE1FBE">
        <w:trPr>
          <w:trHeight w:val="2420"/>
        </w:trPr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151496979"/>
              <w:placeholder>
                <w:docPart w:val="99137E79BB23429CAA33F91CA62AB99D"/>
              </w:placeholder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What databases do you require information from?</w:t>
                </w:r>
                <w:r w:rsidR="00363453">
                  <w:rPr>
                    <w:rStyle w:val="PlaceholderText"/>
                  </w:rPr>
                  <w:t xml:space="preserve"> How do you intend to link interRAI data to other datasets?</w:t>
                </w:r>
              </w:p>
            </w:sdtContent>
          </w:sdt>
          <w:p w:rsidR="000359D7" w:rsidRPr="00DC6804" w:rsidRDefault="000359D7" w:rsidP="00222AE6">
            <w:pPr>
              <w:rPr>
                <w:rFonts w:ascii="Arial" w:hAnsi="Arial" w:cs="Arial"/>
                <w:i/>
              </w:rPr>
            </w:pPr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Date Range: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id w:val="-1464276086"/>
                <w:placeholder>
                  <w:docPart w:val="E2A64421F6494F46A358EC75F2AF45BC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C5186">
                  <w:rPr>
                    <w:rStyle w:val="PlaceholderText"/>
                  </w:rPr>
                  <w:t>E</w:t>
                </w:r>
                <w:r w:rsidR="003C5186" w:rsidRPr="004C750B">
                  <w:rPr>
                    <w:rStyle w:val="PlaceholderText"/>
                  </w:rPr>
                  <w:t xml:space="preserve">nter </w:t>
                </w:r>
                <w:r w:rsidR="003C5186">
                  <w:rPr>
                    <w:rStyle w:val="PlaceholderText"/>
                  </w:rPr>
                  <w:t>earliest</w:t>
                </w:r>
                <w:r w:rsidR="003C5186" w:rsidRPr="004C750B">
                  <w:rPr>
                    <w:rStyle w:val="PlaceholderText"/>
                  </w:rPr>
                  <w:t xml:space="preserve"> date.</w:t>
                </w:r>
              </w:sdtContent>
            </w:sdt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>
              <w:t>to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id w:val="1564056423"/>
                <w:placeholder>
                  <w:docPart w:val="9994DB7252C7452B9622BC2F534D7C1D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3C5186">
                  <w:rPr>
                    <w:rStyle w:val="PlaceholderText"/>
                  </w:rPr>
                  <w:t>Enter latest date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  <w:rPr>
                <w:b/>
              </w:rPr>
            </w:pPr>
            <w:r w:rsidRPr="003F14B6">
              <w:rPr>
                <w:b/>
              </w:rPr>
              <w:t>Anticipated Outcomes:</w:t>
            </w:r>
          </w:p>
        </w:tc>
      </w:tr>
      <w:tr w:rsidR="000359D7" w:rsidTr="00BE1FBE">
        <w:trPr>
          <w:trHeight w:val="2082"/>
        </w:trPr>
        <w:tc>
          <w:tcPr>
            <w:tcW w:w="11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-1288658947"/>
              <w:placeholder>
                <w:docPart w:val="1FECE690E4274EFE966DBF297E4C5CAF"/>
              </w:placeholder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What do you hope to achieve with this information?</w:t>
                </w:r>
              </w:p>
            </w:sdtContent>
          </w:sdt>
          <w:p w:rsidR="000359D7" w:rsidRPr="005323D8" w:rsidRDefault="000359D7" w:rsidP="00222AE6">
            <w:pPr>
              <w:rPr>
                <w:rFonts w:ascii="Arial" w:hAnsi="Arial" w:cs="Arial"/>
                <w:i/>
              </w:rPr>
            </w:pPr>
          </w:p>
        </w:tc>
      </w:tr>
    </w:tbl>
    <w:p w:rsidR="000B7F83" w:rsidRDefault="000B7F83">
      <w:r>
        <w:br w:type="page"/>
      </w:r>
    </w:p>
    <w:tbl>
      <w:tblPr>
        <w:tblStyle w:val="TableGrid"/>
        <w:tblW w:w="11041" w:type="dxa"/>
        <w:tblLook w:val="04A0" w:firstRow="1" w:lastRow="0" w:firstColumn="1" w:lastColumn="0" w:noHBand="0" w:noVBand="1"/>
      </w:tblPr>
      <w:tblGrid>
        <w:gridCol w:w="3510"/>
        <w:gridCol w:w="3193"/>
        <w:gridCol w:w="63"/>
        <w:gridCol w:w="2131"/>
        <w:gridCol w:w="2144"/>
      </w:tblGrid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3F14B6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lastRenderedPageBreak/>
              <w:t>Plan to Publish?: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</w:pPr>
            <w:sdt>
              <w:sdtPr>
                <w:alias w:val="Binary"/>
                <w:tag w:val="Binary"/>
                <w:id w:val="-529805455"/>
                <w:placeholder>
                  <w:docPart w:val="1448D68673BF46D4BC23E40348827184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</w:tr>
      <w:tr w:rsidR="000359D7" w:rsidTr="00BE1FBE">
        <w:trPr>
          <w:trHeight w:val="1221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Ethics?</w:t>
            </w:r>
          </w:p>
        </w:tc>
        <w:tc>
          <w:tcPr>
            <w:tcW w:w="32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alias w:val="Binary"/>
                <w:tag w:val="Binary"/>
                <w:id w:val="-1665158538"/>
                <w:placeholder>
                  <w:docPart w:val="35F039225E02478BA64ED6A67D9762CC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3C5186">
            <w:pPr>
              <w:spacing w:after="60"/>
              <w:rPr>
                <w:b/>
              </w:rPr>
            </w:pPr>
            <w:sdt>
              <w:sdtPr>
                <w:id w:val="1232281377"/>
                <w:placeholder>
                  <w:docPart w:val="FDDF3DBAA80F41609BED107C0C651604"/>
                </w:placeholder>
                <w:showingPlcHdr/>
              </w:sdtPr>
              <w:sdtEndPr/>
              <w:sdtContent>
                <w:r w:rsidR="003C5186" w:rsidRPr="003C5186">
                  <w:rPr>
                    <w:color w:val="808080" w:themeColor="background1" w:themeShade="80"/>
                  </w:rPr>
                  <w:t>Enter rationale if ethics not required.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  <w:rPr>
                <w:b/>
              </w:rPr>
            </w:pPr>
            <w:r w:rsidRPr="003F14B6">
              <w:rPr>
                <w:b/>
              </w:rPr>
              <w:t>Funding Source: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Default="00540E18" w:rsidP="00222AE6">
            <w:pPr>
              <w:spacing w:after="60"/>
              <w:rPr>
                <w:b/>
              </w:rPr>
            </w:pPr>
            <w:sdt>
              <w:sdtPr>
                <w:id w:val="-1684041479"/>
                <w:placeholder>
                  <w:docPart w:val="2DF298A49DB1478983C8DB2FAD64981F"/>
                </w:placeholder>
                <w:showingPlcHdr/>
              </w:sdtPr>
              <w:sdtEndPr/>
              <w:sdtContent>
                <w:r w:rsidR="003C5186">
                  <w:rPr>
                    <w:rStyle w:val="PlaceholderText"/>
                  </w:rPr>
                  <w:t>How is this project funded?</w:t>
                </w:r>
              </w:sdtContent>
            </w:sdt>
          </w:p>
        </w:tc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222AE6" w:rsidP="00222AE6">
            <w:pPr>
              <w:spacing w:after="60"/>
              <w:rPr>
                <w:b/>
              </w:rPr>
            </w:pPr>
            <w:r>
              <w:rPr>
                <w:b/>
              </w:rPr>
              <w:t>Output</w:t>
            </w:r>
            <w:r w:rsidR="000359D7" w:rsidRPr="003F14B6">
              <w:rPr>
                <w:b/>
              </w:rPr>
              <w:t xml:space="preserve"> Format:</w:t>
            </w:r>
          </w:p>
        </w:tc>
        <w:sdt>
          <w:sdtPr>
            <w:id w:val="25621251"/>
            <w:placeholder>
              <w:docPart w:val="DD559BFCFB7A4F23935887CF6DE4CD81"/>
            </w:placeholder>
            <w:showingPlcHdr/>
            <w:comboBox>
              <w:listItem w:value="Choose an item."/>
              <w:listItem w:displayText="CSV" w:value="CSV"/>
              <w:listItem w:displayText="Excel" w:value="Excel"/>
              <w:listItem w:displayText="PDF" w:value="PDF"/>
              <w:listItem w:displayText="SAS" w:value="SAS"/>
              <w:listItem w:displayText="Word" w:value="Word"/>
              <w:listItem w:displayText="Other" w:value="Other"/>
            </w:comboBox>
          </w:sdtPr>
          <w:sdtEndPr/>
          <w:sdtContent>
            <w:tc>
              <w:tcPr>
                <w:tcW w:w="7531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359D7" w:rsidRDefault="00222AE6" w:rsidP="00222AE6">
                <w:pPr>
                  <w:spacing w:after="60"/>
                  <w:rPr>
                    <w:b/>
                  </w:rPr>
                </w:pPr>
                <w:r w:rsidRPr="00195A97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0359D7" w:rsidTr="00BE1FBE">
        <w:trPr>
          <w:trHeight w:val="567"/>
        </w:trPr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59D7" w:rsidRPr="003F14B6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Co</w:t>
            </w:r>
            <w:r w:rsidR="00552D7A">
              <w:rPr>
                <w:b/>
              </w:rPr>
              <w:t>-</w:t>
            </w:r>
            <w:r>
              <w:rPr>
                <w:b/>
              </w:rPr>
              <w:t>investigators:</w:t>
            </w:r>
          </w:p>
        </w:tc>
        <w:tc>
          <w:tcPr>
            <w:tcW w:w="753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59D7" w:rsidRPr="00FF1C56" w:rsidRDefault="000359D7" w:rsidP="00222AE6">
            <w:pPr>
              <w:spacing w:after="60"/>
              <w:rPr>
                <w:i/>
              </w:rPr>
            </w:pPr>
            <w:r w:rsidRPr="00FF1C56">
              <w:rPr>
                <w:i/>
              </w:rPr>
              <w:t>List co-investigator names as well as their role within the project, indicating whether each person will have direct access to the data.</w:t>
            </w:r>
            <w:r>
              <w:rPr>
                <w:i/>
              </w:rPr>
              <w:t xml:space="preserve"> Attach</w:t>
            </w:r>
            <w:r w:rsidRPr="00FF1C56">
              <w:rPr>
                <w:i/>
              </w:rPr>
              <w:t xml:space="preserve"> an additional page if necessary.</w:t>
            </w:r>
          </w:p>
        </w:tc>
      </w:tr>
      <w:tr w:rsidR="000359D7" w:rsidRPr="00B06378" w:rsidTr="00BE1FBE">
        <w:trPr>
          <w:trHeight w:val="567"/>
        </w:trPr>
        <w:tc>
          <w:tcPr>
            <w:tcW w:w="35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 w:rsidRPr="00B06378">
              <w:rPr>
                <w:b/>
              </w:rPr>
              <w:t>Name</w:t>
            </w:r>
          </w:p>
        </w:tc>
        <w:tc>
          <w:tcPr>
            <w:tcW w:w="31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Affiliation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Project Role</w:t>
            </w:r>
          </w:p>
        </w:tc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Data Access</w:t>
            </w:r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208992701"/>
            <w:placeholder>
              <w:docPart w:val="303600D15066432F98F5BBFB5C2BD0D4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1957599836"/>
            <w:placeholder>
              <w:docPart w:val="F32FF4CDB0EA41D3ABB8F489085C7466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-1986082138"/>
            <w:placeholder>
              <w:docPart w:val="F7BCD6CE91EF4BCB9A80FC0F868704E0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40E18" w:rsidP="00222AE6">
            <w:pPr>
              <w:spacing w:after="60"/>
            </w:pPr>
            <w:sdt>
              <w:sdtPr>
                <w:alias w:val="Binary"/>
                <w:tag w:val="Binary"/>
                <w:id w:val="123045599"/>
                <w:placeholder>
                  <w:docPart w:val="A4C6E333E3464035A0FD7BCF344A8944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-276101921"/>
            <w:placeholder>
              <w:docPart w:val="5025E530397943A5A23BA4CA63DDF159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889108184"/>
            <w:placeholder>
              <w:docPart w:val="F8EB79D48F2C44119333E14C3170140A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903650290"/>
            <w:placeholder>
              <w:docPart w:val="B4759A1720A34E848CF6F1D10299A3F0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40E18" w:rsidP="00222AE6">
            <w:pPr>
              <w:spacing w:after="60"/>
            </w:pPr>
            <w:sdt>
              <w:sdtPr>
                <w:alias w:val="Binary"/>
                <w:tag w:val="Binary"/>
                <w:id w:val="-935753722"/>
                <w:placeholder>
                  <w:docPart w:val="294FA48475234B8FA3C745A9035AA8CF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-2032100517"/>
            <w:placeholder>
              <w:docPart w:val="E9691AF6812E49C6AEFF05C35254C341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1907573575"/>
            <w:placeholder>
              <w:docPart w:val="7DBD22E924064C949D88036E9A9E15EA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1018657322"/>
            <w:placeholder>
              <w:docPart w:val="DE90587E4741486681EE88EE9FE8DF88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40E18" w:rsidP="00222AE6">
            <w:pPr>
              <w:spacing w:after="60"/>
            </w:pPr>
            <w:sdt>
              <w:sdtPr>
                <w:alias w:val="Binary"/>
                <w:tag w:val="Binary"/>
                <w:id w:val="-882483756"/>
                <w:placeholder>
                  <w:docPart w:val="286EA3F862DD43AB9DD61375649D90C8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-1907525395"/>
            <w:placeholder>
              <w:docPart w:val="C7A4DBC1171F44229821D594C12BA3FD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-1099713481"/>
            <w:placeholder>
              <w:docPart w:val="840B63FBECB44F34929A5639D279B082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1809588193"/>
            <w:placeholder>
              <w:docPart w:val="F62D632D60334CD6BE5419F4BFC90D2F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40E18" w:rsidP="00222AE6">
            <w:pPr>
              <w:spacing w:after="60"/>
            </w:pPr>
            <w:sdt>
              <w:sdtPr>
                <w:alias w:val="Binary"/>
                <w:tag w:val="Binary"/>
                <w:id w:val="-366602392"/>
                <w:placeholder>
                  <w:docPart w:val="E2552E015D644021B4C930CF03008780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0359D7" w:rsidTr="00BE1FBE">
        <w:trPr>
          <w:trHeight w:val="567"/>
        </w:trPr>
        <w:sdt>
          <w:sdtPr>
            <w:rPr>
              <w:b/>
            </w:rPr>
            <w:id w:val="230127461"/>
            <w:placeholder>
              <w:docPart w:val="8DFF3230378044D89D670E17FBBB0C46"/>
            </w:placeholder>
            <w:showingPlcHdr/>
          </w:sdtPr>
          <w:sdtEndPr/>
          <w:sdtContent>
            <w:tc>
              <w:tcPr>
                <w:tcW w:w="351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  <w:rPr>
                    <w:b/>
                  </w:rPr>
                </w:pPr>
                <w:r>
                  <w:rPr>
                    <w:rStyle w:val="PlaceholderText"/>
                  </w:rPr>
                  <w:t>Name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sdt>
          <w:sdtPr>
            <w:id w:val="843449185"/>
            <w:placeholder>
              <w:docPart w:val="F346CF97A031473A87E383B5D1E2BEC4"/>
            </w:placeholder>
            <w:showingPlcHdr/>
          </w:sdtPr>
          <w:sdtEndPr/>
          <w:sdtContent>
            <w:tc>
              <w:tcPr>
                <w:tcW w:w="3193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Organization.</w:t>
                </w:r>
              </w:p>
            </w:tc>
          </w:sdtContent>
        </w:sdt>
        <w:sdt>
          <w:sdtPr>
            <w:id w:val="320243668"/>
            <w:placeholder>
              <w:docPart w:val="9C0A8C763D534108A5F9662CC3A427DA"/>
            </w:placeholder>
            <w:showingPlcHdr/>
          </w:sdtPr>
          <w:sdtEndPr/>
          <w:sdtContent>
            <w:tc>
              <w:tcPr>
                <w:tcW w:w="2194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nil"/>
                </w:tcBorders>
              </w:tcPr>
              <w:p w:rsidR="000359D7" w:rsidRDefault="003C5186" w:rsidP="00222AE6">
                <w:pPr>
                  <w:spacing w:after="60"/>
                </w:pPr>
                <w:r>
                  <w:rPr>
                    <w:rStyle w:val="PlaceholderText"/>
                  </w:rPr>
                  <w:t>Role in project</w:t>
                </w:r>
                <w:r w:rsidRPr="004C750B">
                  <w:rPr>
                    <w:rStyle w:val="PlaceholderText"/>
                  </w:rPr>
                  <w:t>.</w:t>
                </w:r>
              </w:p>
            </w:tc>
          </w:sdtContent>
        </w:sdt>
        <w:tc>
          <w:tcPr>
            <w:tcW w:w="21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9D7" w:rsidRDefault="00540E18" w:rsidP="00222AE6">
            <w:pPr>
              <w:spacing w:after="60"/>
            </w:pPr>
            <w:sdt>
              <w:sdtPr>
                <w:alias w:val="Binary"/>
                <w:tag w:val="Binary"/>
                <w:id w:val="15900753"/>
                <w:placeholder>
                  <w:docPart w:val="A5ED1F2516DD47A2B9122097CD722338"/>
                </w:placeholder>
                <w:showingPlcHdr/>
                <w:dropDownList>
                  <w:listItem w:value="Choose an item."/>
                  <w:listItem w:displayText="No" w:value="No"/>
                  <w:listItem w:displayText="Yes" w:value="Yes"/>
                </w:dropDownList>
              </w:sdtPr>
              <w:sdtEndPr/>
              <w:sdtContent>
                <w:r w:rsidR="003C5186" w:rsidRPr="004C750B">
                  <w:rPr>
                    <w:rStyle w:val="PlaceholderText"/>
                  </w:rPr>
                  <w:t xml:space="preserve">Choose an </w:t>
                </w:r>
                <w:r w:rsidR="003C5186">
                  <w:rPr>
                    <w:rStyle w:val="PlaceholderText"/>
                  </w:rPr>
                  <w:t>option</w:t>
                </w:r>
                <w:r w:rsidR="003C5186" w:rsidRPr="004C750B">
                  <w:rPr>
                    <w:rStyle w:val="PlaceholderText"/>
                  </w:rPr>
                  <w:t>.</w:t>
                </w:r>
              </w:sdtContent>
            </w:sdt>
          </w:p>
        </w:tc>
      </w:tr>
    </w:tbl>
    <w:p w:rsidR="000359D7" w:rsidRPr="000359D7" w:rsidRDefault="000359D7" w:rsidP="00CC3BA2"/>
    <w:p w:rsidR="000359D7" w:rsidRPr="000359D7" w:rsidRDefault="000359D7" w:rsidP="004C515F">
      <w:pPr>
        <w:pStyle w:val="Heading1"/>
      </w:pPr>
      <w:r w:rsidRPr="000359D7">
        <w:br w:type="page"/>
      </w:r>
      <w:r w:rsidRPr="000359D7">
        <w:lastRenderedPageBreak/>
        <w:t xml:space="preserve">Section C. Data Security, Privacy and Destruction </w:t>
      </w:r>
    </w:p>
    <w:tbl>
      <w:tblPr>
        <w:tblStyle w:val="TableGrid"/>
        <w:tblW w:w="10292" w:type="dxa"/>
        <w:tblLook w:val="04A0" w:firstRow="1" w:lastRow="0" w:firstColumn="1" w:lastColumn="0" w:noHBand="0" w:noVBand="1"/>
      </w:tblPr>
      <w:tblGrid>
        <w:gridCol w:w="2091"/>
        <w:gridCol w:w="3193"/>
        <w:gridCol w:w="2864"/>
        <w:gridCol w:w="2144"/>
      </w:tblGrid>
      <w:tr w:rsidR="000359D7" w:rsidRPr="00B06378" w:rsidTr="00222AE6">
        <w:trPr>
          <w:trHeight w:val="567"/>
        </w:trPr>
        <w:tc>
          <w:tcPr>
            <w:tcW w:w="10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9D7" w:rsidRPr="00FF1C56" w:rsidRDefault="000359D7" w:rsidP="00222AE6">
            <w:pPr>
              <w:spacing w:after="60"/>
              <w:rPr>
                <w:b/>
                <w:i/>
              </w:rPr>
            </w:pPr>
            <w:r w:rsidRPr="00FF1C56">
              <w:rPr>
                <w:i/>
              </w:rPr>
              <w:t xml:space="preserve">Guidelines for data security, privacy and destruction are outlined in the Health Information and Privacy Code 1994 (available at </w:t>
            </w:r>
            <w:hyperlink r:id="rId9" w:history="1">
              <w:r w:rsidRPr="00FF1C56">
                <w:rPr>
                  <w:rStyle w:val="Hyperlink"/>
                </w:rPr>
                <w:t>http://privacy.org.nz/</w:t>
              </w:r>
            </w:hyperlink>
            <w:r w:rsidRPr="00FF1C56">
              <w:rPr>
                <w:i/>
              </w:rPr>
              <w:t xml:space="preserve">). </w:t>
            </w:r>
          </w:p>
        </w:tc>
      </w:tr>
      <w:tr w:rsidR="000359D7" w:rsidRPr="00B06378" w:rsidTr="00222AE6">
        <w:trPr>
          <w:trHeight w:val="567"/>
        </w:trPr>
        <w:tc>
          <w:tcPr>
            <w:tcW w:w="5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  <w:r>
              <w:rPr>
                <w:b/>
              </w:rPr>
              <w:t>Data Security and Privacy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0359D7" w:rsidRPr="00B06378" w:rsidRDefault="000359D7" w:rsidP="00222AE6">
            <w:pPr>
              <w:spacing w:after="60"/>
              <w:rPr>
                <w:b/>
              </w:rPr>
            </w:pPr>
          </w:p>
        </w:tc>
      </w:tr>
      <w:tr w:rsidR="000359D7" w:rsidTr="00222AE6">
        <w:trPr>
          <w:trHeight w:val="3006"/>
        </w:trPr>
        <w:tc>
          <w:tcPr>
            <w:tcW w:w="10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21453323"/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Please describe the physical, operational, and technical security measures in place to protect the data.</w:t>
                </w:r>
              </w:p>
            </w:sdtContent>
          </w:sdt>
          <w:p w:rsidR="000359D7" w:rsidRDefault="000359D7" w:rsidP="00222AE6">
            <w:pPr>
              <w:rPr>
                <w:rFonts w:ascii="Arial" w:hAnsi="Arial" w:cs="Arial"/>
                <w:i/>
              </w:rPr>
            </w:pPr>
          </w:p>
          <w:p w:rsidR="00363453" w:rsidRDefault="00363453" w:rsidP="00222AE6">
            <w:pPr>
              <w:rPr>
                <w:rFonts w:ascii="Arial" w:hAnsi="Arial" w:cs="Arial"/>
                <w:i/>
              </w:rPr>
            </w:pPr>
          </w:p>
          <w:p w:rsidR="00363453" w:rsidRPr="00EA31EA" w:rsidRDefault="00363453" w:rsidP="00222AE6">
            <w:pPr>
              <w:rPr>
                <w:rFonts w:ascii="Arial" w:hAnsi="Arial" w:cs="Arial"/>
                <w:i/>
              </w:rPr>
            </w:pPr>
          </w:p>
        </w:tc>
      </w:tr>
      <w:tr w:rsidR="000359D7" w:rsidTr="00222AE6">
        <w:trPr>
          <w:trHeight w:val="567"/>
        </w:trPr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263862" w:rsidRDefault="000359D7" w:rsidP="00263862">
            <w:pPr>
              <w:spacing w:after="60"/>
              <w:rPr>
                <w:b/>
              </w:rPr>
            </w:pPr>
            <w:r>
              <w:rPr>
                <w:b/>
              </w:rPr>
              <w:t>Data Destruction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0359D7" w:rsidRDefault="000359D7" w:rsidP="00222AE6">
            <w:pPr>
              <w:spacing w:after="60"/>
            </w:pPr>
          </w:p>
        </w:tc>
      </w:tr>
      <w:tr w:rsidR="000359D7" w:rsidTr="00222AE6">
        <w:trPr>
          <w:trHeight w:val="2285"/>
        </w:trPr>
        <w:tc>
          <w:tcPr>
            <w:tcW w:w="10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" w:hAnsi="Arial" w:cs="Arial"/>
                <w:i/>
              </w:rPr>
              <w:id w:val="883445577"/>
            </w:sdtPr>
            <w:sdtEndPr/>
            <w:sdtContent>
              <w:p w:rsidR="003C5186" w:rsidRDefault="003C5186" w:rsidP="003C5186">
                <w:pPr>
                  <w:rPr>
                    <w:rFonts w:ascii="Arial" w:hAnsi="Arial" w:cs="Arial"/>
                    <w:i/>
                  </w:rPr>
                </w:pPr>
                <w:r>
                  <w:rPr>
                    <w:rStyle w:val="PlaceholderText"/>
                  </w:rPr>
                  <w:t>Please indicate how data will be destroyed</w:t>
                </w:r>
                <w:r w:rsidR="00263862">
                  <w:rPr>
                    <w:rStyle w:val="PlaceholderText"/>
                  </w:rPr>
                  <w:t xml:space="preserve"> within 6-12 months of competing the research </w:t>
                </w:r>
                <w:r w:rsidR="00D07242">
                  <w:rPr>
                    <w:rStyle w:val="PlaceholderText"/>
                  </w:rPr>
                  <w:t>project or stud</w:t>
                </w:r>
                <w:r w:rsidR="00263862">
                  <w:rPr>
                    <w:rStyle w:val="PlaceholderText"/>
                  </w:rPr>
                  <w:t>y</w:t>
                </w:r>
                <w:r>
                  <w:rPr>
                    <w:rStyle w:val="PlaceholderText"/>
                  </w:rPr>
                  <w:t>.</w:t>
                </w:r>
              </w:p>
            </w:sdtContent>
          </w:sdt>
          <w:p w:rsidR="000359D7" w:rsidRPr="00EA31EA" w:rsidRDefault="000359D7" w:rsidP="00222AE6">
            <w:pPr>
              <w:rPr>
                <w:rFonts w:ascii="Arial" w:hAnsi="Arial" w:cs="Arial"/>
                <w:i/>
              </w:rPr>
            </w:pPr>
          </w:p>
        </w:tc>
      </w:tr>
    </w:tbl>
    <w:p w:rsidR="000359D7" w:rsidRPr="000359D7" w:rsidRDefault="000359D7" w:rsidP="000359D7">
      <w:pPr>
        <w:pStyle w:val="Heading1"/>
      </w:pPr>
      <w:r w:rsidRPr="000359D7">
        <w:t>Section D. Signatures</w:t>
      </w:r>
    </w:p>
    <w:p w:rsidR="000359D7" w:rsidRDefault="000359D7" w:rsidP="000359D7">
      <w:pPr>
        <w:tabs>
          <w:tab w:val="left" w:pos="1701"/>
          <w:tab w:val="left" w:pos="5103"/>
          <w:tab w:val="left" w:pos="6804"/>
        </w:tabs>
        <w:spacing w:after="60"/>
      </w:pPr>
      <w:r>
        <w:t>I declare that: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The data will not be disclosed to any other party.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The data will only be used for the stated purpose above.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The data will not be used to identify individual</w:t>
      </w:r>
      <w:r w:rsidR="00BE1FBE">
        <w:t xml:space="preserve"> clients/residents, ARC facilities, home or community support providers</w:t>
      </w:r>
      <w:r>
        <w:t>, nor published in a way that could lead to their identification.</w:t>
      </w:r>
    </w:p>
    <w:p w:rsidR="000359D7" w:rsidRDefault="000359D7" w:rsidP="00DD0825">
      <w:pPr>
        <w:pStyle w:val="ListParagraph"/>
        <w:numPr>
          <w:ilvl w:val="0"/>
          <w:numId w:val="23"/>
        </w:numPr>
        <w:tabs>
          <w:tab w:val="left" w:pos="709"/>
          <w:tab w:val="left" w:pos="5103"/>
          <w:tab w:val="left" w:pos="6804"/>
        </w:tabs>
        <w:spacing w:after="60"/>
      </w:pPr>
      <w:r>
        <w:t>If the project involves the receipt of record-level data:</w:t>
      </w:r>
    </w:p>
    <w:p w:rsidR="000359D7" w:rsidRDefault="000359D7" w:rsidP="00DD0825">
      <w:pPr>
        <w:pStyle w:val="ListParagraph"/>
        <w:numPr>
          <w:ilvl w:val="1"/>
          <w:numId w:val="23"/>
        </w:numPr>
        <w:tabs>
          <w:tab w:val="left" w:pos="1418"/>
          <w:tab w:val="left" w:pos="5103"/>
          <w:tab w:val="left" w:pos="6804"/>
        </w:tabs>
        <w:spacing w:after="60"/>
      </w:pPr>
      <w:r>
        <w:t xml:space="preserve">The data will be kept secure and only accessed by the personnel listed as being involved in this study. </w:t>
      </w:r>
    </w:p>
    <w:p w:rsidR="000359D7" w:rsidRDefault="000359D7" w:rsidP="00DD0825">
      <w:pPr>
        <w:pStyle w:val="ListParagraph"/>
        <w:numPr>
          <w:ilvl w:val="1"/>
          <w:numId w:val="23"/>
        </w:numPr>
        <w:tabs>
          <w:tab w:val="left" w:pos="1418"/>
          <w:tab w:val="left" w:pos="5103"/>
          <w:tab w:val="left" w:pos="6804"/>
        </w:tabs>
        <w:spacing w:after="60"/>
      </w:pPr>
      <w:r>
        <w:t>The data will not be held anywhere else than where stated above.</w:t>
      </w:r>
    </w:p>
    <w:p w:rsidR="000359D7" w:rsidRDefault="000359D7" w:rsidP="00DD0825">
      <w:pPr>
        <w:pStyle w:val="ListParagraph"/>
        <w:numPr>
          <w:ilvl w:val="1"/>
          <w:numId w:val="23"/>
        </w:numPr>
        <w:tabs>
          <w:tab w:val="left" w:pos="1418"/>
          <w:tab w:val="left" w:pos="5103"/>
          <w:tab w:val="left" w:pos="6804"/>
        </w:tabs>
        <w:spacing w:after="60"/>
      </w:pPr>
      <w:r>
        <w:t xml:space="preserve">The data will be destroyed </w:t>
      </w:r>
      <w:r w:rsidR="006D2633">
        <w:t xml:space="preserve">within 12 months of completion of the </w:t>
      </w:r>
      <w:r w:rsidR="00EA37D7">
        <w:t>study</w:t>
      </w:r>
      <w:r w:rsidR="00D07242">
        <w:t>, as stated above</w:t>
      </w:r>
      <w:r w:rsidR="006D2633">
        <w:t>.</w:t>
      </w:r>
    </w:p>
    <w:tbl>
      <w:tblPr>
        <w:tblStyle w:val="TableGrid"/>
        <w:tblW w:w="10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294"/>
        <w:gridCol w:w="3827"/>
        <w:gridCol w:w="350"/>
        <w:gridCol w:w="3981"/>
      </w:tblGrid>
      <w:tr w:rsidR="000359D7" w:rsidTr="00B440E1">
        <w:trPr>
          <w:trHeight w:val="632"/>
        </w:trPr>
        <w:sdt>
          <w:sdtPr>
            <w:id w:val="-1691829416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2039" w:type="dxa"/>
                <w:tcBorders>
                  <w:bottom w:val="single" w:sz="4" w:space="0" w:color="auto"/>
                </w:tcBorders>
              </w:tcPr>
              <w:p w:rsidR="000359D7" w:rsidRDefault="003C5186" w:rsidP="00222AE6">
                <w:pPr>
                  <w:tabs>
                    <w:tab w:val="left" w:pos="1701"/>
                    <w:tab w:val="left" w:pos="5103"/>
                    <w:tab w:val="left" w:pos="6804"/>
                  </w:tabs>
                  <w:spacing w:after="60"/>
                </w:pPr>
                <w:r w:rsidRPr="007C5EF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</w:tr>
      <w:tr w:rsidR="000359D7" w:rsidTr="00B440E1">
        <w:trPr>
          <w:trHeight w:val="347"/>
        </w:trPr>
        <w:tc>
          <w:tcPr>
            <w:tcW w:w="2039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Date</w:t>
            </w:r>
          </w:p>
        </w:tc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Print Requestor Name</w:t>
            </w: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Requestor Signature</w:t>
            </w:r>
          </w:p>
        </w:tc>
      </w:tr>
      <w:tr w:rsidR="000359D7" w:rsidTr="00B440E1">
        <w:trPr>
          <w:trHeight w:val="347"/>
        </w:trPr>
        <w:tc>
          <w:tcPr>
            <w:tcW w:w="2039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</w:tr>
      <w:tr w:rsidR="000359D7" w:rsidTr="00B440E1">
        <w:trPr>
          <w:trHeight w:val="641"/>
        </w:trPr>
        <w:sdt>
          <w:sdtPr>
            <w:id w:val="-1486165078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2039" w:type="dxa"/>
                <w:tcBorders>
                  <w:bottom w:val="single" w:sz="4" w:space="0" w:color="auto"/>
                </w:tcBorders>
              </w:tcPr>
              <w:p w:rsidR="000359D7" w:rsidRDefault="003C5186" w:rsidP="00222AE6">
                <w:pPr>
                  <w:tabs>
                    <w:tab w:val="left" w:pos="1701"/>
                    <w:tab w:val="left" w:pos="5103"/>
                    <w:tab w:val="left" w:pos="6804"/>
                  </w:tabs>
                  <w:spacing w:after="60"/>
                </w:pPr>
                <w:r w:rsidRPr="007C5EF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bottom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</w:tr>
      <w:tr w:rsidR="000359D7" w:rsidTr="00B440E1">
        <w:trPr>
          <w:trHeight w:val="347"/>
        </w:trPr>
        <w:tc>
          <w:tcPr>
            <w:tcW w:w="2039" w:type="dxa"/>
            <w:tcBorders>
              <w:top w:val="single" w:sz="4" w:space="0" w:color="auto"/>
            </w:tcBorders>
          </w:tcPr>
          <w:p w:rsidR="000359D7" w:rsidRDefault="004C515F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D</w:t>
            </w:r>
            <w:r w:rsidR="000359D7">
              <w:t>ate</w:t>
            </w:r>
          </w:p>
        </w:tc>
        <w:tc>
          <w:tcPr>
            <w:tcW w:w="294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Print TAS Representative Name</w:t>
            </w:r>
          </w:p>
        </w:tc>
        <w:tc>
          <w:tcPr>
            <w:tcW w:w="350" w:type="dxa"/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</w:p>
        </w:tc>
        <w:tc>
          <w:tcPr>
            <w:tcW w:w="3981" w:type="dxa"/>
            <w:tcBorders>
              <w:top w:val="single" w:sz="4" w:space="0" w:color="auto"/>
            </w:tcBorders>
          </w:tcPr>
          <w:p w:rsidR="000359D7" w:rsidRDefault="000359D7" w:rsidP="00222AE6">
            <w:pPr>
              <w:tabs>
                <w:tab w:val="left" w:pos="1701"/>
                <w:tab w:val="left" w:pos="5103"/>
                <w:tab w:val="left" w:pos="6804"/>
              </w:tabs>
              <w:spacing w:after="60"/>
            </w:pPr>
            <w:r>
              <w:t>TAS Signature</w:t>
            </w:r>
          </w:p>
        </w:tc>
      </w:tr>
      <w:bookmarkEnd w:id="0"/>
    </w:tbl>
    <w:p w:rsidR="00F6266B" w:rsidRPr="00F6266B" w:rsidRDefault="00F6266B" w:rsidP="00B440E1"/>
    <w:sectPr w:rsidR="00F6266B" w:rsidRPr="00F6266B" w:rsidSect="00BE1FBE">
      <w:headerReference w:type="default" r:id="rId10"/>
      <w:footerReference w:type="default" r:id="rId11"/>
      <w:headerReference w:type="first" r:id="rId12"/>
      <w:pgSz w:w="11906" w:h="16838"/>
      <w:pgMar w:top="993" w:right="720" w:bottom="0" w:left="72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A7" w:rsidRDefault="008215A7" w:rsidP="008B6716">
      <w:pPr>
        <w:spacing w:after="0" w:line="240" w:lineRule="auto"/>
      </w:pPr>
      <w:r>
        <w:separator/>
      </w:r>
    </w:p>
  </w:endnote>
  <w:endnote w:type="continuationSeparator" w:id="0">
    <w:p w:rsidR="008215A7" w:rsidRDefault="008215A7" w:rsidP="008B6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A7" w:rsidRPr="00640AB4" w:rsidRDefault="008215A7">
    <w:pPr>
      <w:pStyle w:val="Footer"/>
      <w:jc w:val="right"/>
      <w:rPr>
        <w:i/>
      </w:rPr>
    </w:pPr>
    <w:r w:rsidRPr="00640AB4">
      <w:rPr>
        <w:i/>
      </w:rPr>
      <w:t xml:space="preserve">Page </w:t>
    </w:r>
    <w:r w:rsidRPr="00640AB4">
      <w:rPr>
        <w:b/>
        <w:bCs/>
        <w:i/>
        <w:sz w:val="24"/>
        <w:szCs w:val="24"/>
      </w:rPr>
      <w:fldChar w:fldCharType="begin"/>
    </w:r>
    <w:r w:rsidRPr="00640AB4">
      <w:rPr>
        <w:b/>
        <w:bCs/>
        <w:i/>
      </w:rPr>
      <w:instrText xml:space="preserve"> PAGE </w:instrText>
    </w:r>
    <w:r w:rsidRPr="00640AB4">
      <w:rPr>
        <w:b/>
        <w:bCs/>
        <w:i/>
        <w:sz w:val="24"/>
        <w:szCs w:val="24"/>
      </w:rPr>
      <w:fldChar w:fldCharType="separate"/>
    </w:r>
    <w:r w:rsidR="00540E18">
      <w:rPr>
        <w:b/>
        <w:bCs/>
        <w:i/>
        <w:noProof/>
      </w:rPr>
      <w:t>4</w:t>
    </w:r>
    <w:r w:rsidRPr="00640AB4">
      <w:rPr>
        <w:b/>
        <w:bCs/>
        <w:i/>
        <w:sz w:val="24"/>
        <w:szCs w:val="24"/>
      </w:rPr>
      <w:fldChar w:fldCharType="end"/>
    </w:r>
    <w:r w:rsidRPr="00640AB4">
      <w:rPr>
        <w:i/>
      </w:rPr>
      <w:t xml:space="preserve"> of </w:t>
    </w:r>
    <w:r w:rsidRPr="00640AB4">
      <w:rPr>
        <w:b/>
        <w:bCs/>
        <w:i/>
        <w:sz w:val="24"/>
        <w:szCs w:val="24"/>
      </w:rPr>
      <w:fldChar w:fldCharType="begin"/>
    </w:r>
    <w:r w:rsidRPr="00640AB4">
      <w:rPr>
        <w:b/>
        <w:bCs/>
        <w:i/>
      </w:rPr>
      <w:instrText xml:space="preserve"> NUMPAGES  </w:instrText>
    </w:r>
    <w:r w:rsidRPr="00640AB4">
      <w:rPr>
        <w:b/>
        <w:bCs/>
        <w:i/>
        <w:sz w:val="24"/>
        <w:szCs w:val="24"/>
      </w:rPr>
      <w:fldChar w:fldCharType="separate"/>
    </w:r>
    <w:r w:rsidR="00540E18">
      <w:rPr>
        <w:b/>
        <w:bCs/>
        <w:i/>
        <w:noProof/>
      </w:rPr>
      <w:t>4</w:t>
    </w:r>
    <w:r w:rsidRPr="00640AB4">
      <w:rPr>
        <w:b/>
        <w:bCs/>
        <w:i/>
        <w:sz w:val="24"/>
        <w:szCs w:val="24"/>
      </w:rPr>
      <w:fldChar w:fldCharType="end"/>
    </w:r>
  </w:p>
  <w:p w:rsidR="008215A7" w:rsidRDefault="00821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A7" w:rsidRDefault="008215A7" w:rsidP="008B6716">
      <w:pPr>
        <w:spacing w:after="0" w:line="240" w:lineRule="auto"/>
      </w:pPr>
      <w:r>
        <w:separator/>
      </w:r>
    </w:p>
  </w:footnote>
  <w:footnote w:type="continuationSeparator" w:id="0">
    <w:p w:rsidR="008215A7" w:rsidRDefault="008215A7" w:rsidP="008B6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A7" w:rsidRDefault="008215A7" w:rsidP="00C4673E">
    <w:pPr>
      <w:pStyle w:val="Header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A7" w:rsidRPr="00640AB4" w:rsidRDefault="008215A7" w:rsidP="00640AB4">
    <w:pPr>
      <w:pStyle w:val="Header"/>
    </w:pPr>
    <w:r>
      <w:rPr>
        <w:noProof/>
        <w:lang w:eastAsia="en-NZ"/>
      </w:rPr>
      <w:drawing>
        <wp:inline distT="0" distB="0" distL="0" distR="0" wp14:anchorId="2BE6EF0D" wp14:editId="556D803E">
          <wp:extent cx="1432560" cy="579120"/>
          <wp:effectExtent l="0" t="0" r="0" b="0"/>
          <wp:docPr id="1" name="Picture 1" descr="TASLogo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SLogo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AB9"/>
    <w:multiLevelType w:val="hybridMultilevel"/>
    <w:tmpl w:val="E8B86D18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5C13BCE"/>
    <w:multiLevelType w:val="singleLevel"/>
    <w:tmpl w:val="167CF8D4"/>
    <w:lvl w:ilvl="0">
      <w:start w:val="1"/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Garamond" w:hAnsi="Garamond" w:hint="default"/>
        <w:sz w:val="24"/>
      </w:rPr>
    </w:lvl>
  </w:abstractNum>
  <w:abstractNum w:abstractNumId="2">
    <w:nsid w:val="1B885F6C"/>
    <w:multiLevelType w:val="hybridMultilevel"/>
    <w:tmpl w:val="F94452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F5BC9"/>
    <w:multiLevelType w:val="hybridMultilevel"/>
    <w:tmpl w:val="0570D4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E7B2C"/>
    <w:multiLevelType w:val="hybridMultilevel"/>
    <w:tmpl w:val="2B281D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2B1FFE"/>
    <w:multiLevelType w:val="hybridMultilevel"/>
    <w:tmpl w:val="35AA09E2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8594777"/>
    <w:multiLevelType w:val="hybridMultilevel"/>
    <w:tmpl w:val="DB98F7F2"/>
    <w:lvl w:ilvl="0" w:tplc="B128CF08">
      <w:start w:val="1"/>
      <w:numFmt w:val="bullet"/>
      <w:pStyle w:val="Bullet-normal"/>
      <w:lvlText w:val=""/>
      <w:lvlJc w:val="left"/>
      <w:pPr>
        <w:ind w:left="-12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</w:abstractNum>
  <w:abstractNum w:abstractNumId="7">
    <w:nsid w:val="4B7E6B07"/>
    <w:multiLevelType w:val="hybridMultilevel"/>
    <w:tmpl w:val="6E0AEF5E"/>
    <w:lvl w:ilvl="0" w:tplc="1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4C38488C"/>
    <w:multiLevelType w:val="hybridMultilevel"/>
    <w:tmpl w:val="AC5277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F1B41"/>
    <w:multiLevelType w:val="hybridMultilevel"/>
    <w:tmpl w:val="67ACA06E"/>
    <w:lvl w:ilvl="0" w:tplc="053AE7BA">
      <w:start w:val="1"/>
      <w:numFmt w:val="decimal"/>
      <w:pStyle w:val="Numbering"/>
      <w:lvlText w:val="%1."/>
      <w:lvlJc w:val="left"/>
      <w:pPr>
        <w:ind w:left="720" w:hanging="360"/>
      </w:pPr>
      <w:rPr>
        <w:rFonts w:ascii="Segoe UI" w:hAnsi="Segoe UI" w:cs="Segoe UI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87C1F"/>
    <w:multiLevelType w:val="hybridMultilevel"/>
    <w:tmpl w:val="D79ABC84"/>
    <w:lvl w:ilvl="0" w:tplc="87E4A024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4C06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AE19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2B3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A05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A8C6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29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383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90E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17133"/>
    <w:multiLevelType w:val="hybridMultilevel"/>
    <w:tmpl w:val="16DC37B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4C5DB6"/>
    <w:multiLevelType w:val="hybridMultilevel"/>
    <w:tmpl w:val="C13C9FBC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7DC8333D"/>
    <w:multiLevelType w:val="hybridMultilevel"/>
    <w:tmpl w:val="F7D40EE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10"/>
  </w:num>
  <w:num w:numId="6">
    <w:abstractNumId w:val="9"/>
  </w:num>
  <w:num w:numId="7">
    <w:abstractNumId w:val="10"/>
  </w:num>
  <w:num w:numId="8">
    <w:abstractNumId w:val="9"/>
  </w:num>
  <w:num w:numId="9">
    <w:abstractNumId w:val="10"/>
  </w:num>
  <w:num w:numId="10">
    <w:abstractNumId w:val="9"/>
  </w:num>
  <w:num w:numId="11">
    <w:abstractNumId w:val="10"/>
  </w:num>
  <w:num w:numId="12">
    <w:abstractNumId w:val="9"/>
  </w:num>
  <w:num w:numId="13">
    <w:abstractNumId w:val="7"/>
  </w:num>
  <w:num w:numId="14">
    <w:abstractNumId w:val="3"/>
  </w:num>
  <w:num w:numId="15">
    <w:abstractNumId w:val="4"/>
  </w:num>
  <w:num w:numId="16">
    <w:abstractNumId w:val="3"/>
  </w:num>
  <w:num w:numId="17">
    <w:abstractNumId w:val="11"/>
  </w:num>
  <w:num w:numId="18">
    <w:abstractNumId w:val="5"/>
  </w:num>
  <w:num w:numId="19">
    <w:abstractNumId w:val="8"/>
  </w:num>
  <w:num w:numId="20">
    <w:abstractNumId w:val="2"/>
  </w:num>
  <w:num w:numId="21">
    <w:abstractNumId w:val="12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716"/>
    <w:rsid w:val="000359D7"/>
    <w:rsid w:val="000637B5"/>
    <w:rsid w:val="00073861"/>
    <w:rsid w:val="0007781E"/>
    <w:rsid w:val="0008045E"/>
    <w:rsid w:val="000B7F83"/>
    <w:rsid w:val="000D2634"/>
    <w:rsid w:val="00133C1E"/>
    <w:rsid w:val="001827F8"/>
    <w:rsid w:val="001B05D8"/>
    <w:rsid w:val="002101C7"/>
    <w:rsid w:val="00222AE6"/>
    <w:rsid w:val="0022482B"/>
    <w:rsid w:val="002411FE"/>
    <w:rsid w:val="00263862"/>
    <w:rsid w:val="002C6671"/>
    <w:rsid w:val="002F2A5A"/>
    <w:rsid w:val="00307887"/>
    <w:rsid w:val="00325D71"/>
    <w:rsid w:val="00363453"/>
    <w:rsid w:val="003740D3"/>
    <w:rsid w:val="00381F3F"/>
    <w:rsid w:val="00391230"/>
    <w:rsid w:val="003C5186"/>
    <w:rsid w:val="00427D7D"/>
    <w:rsid w:val="004C515F"/>
    <w:rsid w:val="004E3527"/>
    <w:rsid w:val="004F5178"/>
    <w:rsid w:val="00540E18"/>
    <w:rsid w:val="00552D7A"/>
    <w:rsid w:val="00584100"/>
    <w:rsid w:val="00597444"/>
    <w:rsid w:val="005D3207"/>
    <w:rsid w:val="005E615D"/>
    <w:rsid w:val="00613CE0"/>
    <w:rsid w:val="00621BAB"/>
    <w:rsid w:val="00640AB4"/>
    <w:rsid w:val="006B2BA8"/>
    <w:rsid w:val="006D2633"/>
    <w:rsid w:val="0078514C"/>
    <w:rsid w:val="00793FE8"/>
    <w:rsid w:val="007B1FDC"/>
    <w:rsid w:val="007C2DDB"/>
    <w:rsid w:val="00815BD6"/>
    <w:rsid w:val="008215A7"/>
    <w:rsid w:val="00841356"/>
    <w:rsid w:val="008438E1"/>
    <w:rsid w:val="00856BE5"/>
    <w:rsid w:val="008812F2"/>
    <w:rsid w:val="008B6716"/>
    <w:rsid w:val="00926112"/>
    <w:rsid w:val="009301D4"/>
    <w:rsid w:val="00956F8A"/>
    <w:rsid w:val="00A103EF"/>
    <w:rsid w:val="00A30BAA"/>
    <w:rsid w:val="00A71D37"/>
    <w:rsid w:val="00A73CB7"/>
    <w:rsid w:val="00AA5537"/>
    <w:rsid w:val="00AC0401"/>
    <w:rsid w:val="00AD4B9A"/>
    <w:rsid w:val="00B11B8F"/>
    <w:rsid w:val="00B440E1"/>
    <w:rsid w:val="00B928BF"/>
    <w:rsid w:val="00BE1FBE"/>
    <w:rsid w:val="00BF548E"/>
    <w:rsid w:val="00C20FF3"/>
    <w:rsid w:val="00C25A7D"/>
    <w:rsid w:val="00C25D84"/>
    <w:rsid w:val="00C4673E"/>
    <w:rsid w:val="00C6419B"/>
    <w:rsid w:val="00C77271"/>
    <w:rsid w:val="00CA564C"/>
    <w:rsid w:val="00CC3BA2"/>
    <w:rsid w:val="00D07242"/>
    <w:rsid w:val="00DC06D9"/>
    <w:rsid w:val="00DC51A7"/>
    <w:rsid w:val="00DD0825"/>
    <w:rsid w:val="00E35650"/>
    <w:rsid w:val="00EA37D7"/>
    <w:rsid w:val="00ED40E5"/>
    <w:rsid w:val="00F32C23"/>
    <w:rsid w:val="00F3477D"/>
    <w:rsid w:val="00F6266B"/>
    <w:rsid w:val="00FA00FF"/>
    <w:rsid w:val="00FA63D7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3E"/>
    <w:pPr>
      <w:spacing w:after="120" w:line="276" w:lineRule="auto"/>
    </w:pPr>
    <w:rPr>
      <w:rFonts w:cs="Segoe U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73E"/>
    <w:pPr>
      <w:keepNext/>
      <w:keepLines/>
      <w:spacing w:before="240"/>
      <w:outlineLvl w:val="0"/>
    </w:pPr>
    <w:rPr>
      <w:rFonts w:eastAsia="Times New Roman" w:cs="Calibri"/>
      <w:bCs/>
      <w:color w:val="A8B50A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673E"/>
    <w:pPr>
      <w:spacing w:before="120" w:line="240" w:lineRule="auto"/>
      <w:outlineLvl w:val="1"/>
    </w:pPr>
    <w:rPr>
      <w:i/>
      <w:color w:val="A8B50A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673E"/>
    <w:pPr>
      <w:ind w:left="426"/>
      <w:outlineLvl w:val="2"/>
    </w:pPr>
    <w:rPr>
      <w:i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673E"/>
    <w:pPr>
      <w:ind w:left="720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C4673E"/>
    <w:pPr>
      <w:keepNext/>
      <w:keepLines/>
      <w:spacing w:before="200" w:after="0"/>
      <w:ind w:left="709"/>
      <w:outlineLvl w:val="4"/>
    </w:pPr>
    <w:rPr>
      <w:rFonts w:eastAsia="Times New Roman"/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F487A"/>
    <w:pPr>
      <w:pBdr>
        <w:bottom w:val="dotted" w:sz="6" w:space="1" w:color="A8B50A"/>
      </w:pBdr>
      <w:spacing w:before="300" w:after="240"/>
      <w:outlineLvl w:val="5"/>
    </w:pPr>
    <w:rPr>
      <w:caps/>
      <w:color w:val="A8B50A"/>
      <w:spacing w:val="10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673E"/>
    <w:pPr>
      <w:keepNext/>
      <w:keepLines/>
      <w:spacing w:before="200" w:after="0"/>
      <w:outlineLvl w:val="6"/>
    </w:pPr>
    <w:rPr>
      <w:rFonts w:eastAsia="Times New Roman" w:cs="Times New Roman"/>
      <w:i/>
      <w:iCs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673E"/>
    <w:pPr>
      <w:keepNext/>
      <w:keepLines/>
      <w:spacing w:before="200" w:after="0"/>
      <w:outlineLvl w:val="7"/>
    </w:pPr>
    <w:rPr>
      <w:rFonts w:eastAsia="Times New Roman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673E"/>
    <w:pPr>
      <w:keepNext/>
      <w:keepLines/>
      <w:spacing w:before="200" w:after="0"/>
      <w:outlineLvl w:val="8"/>
    </w:pPr>
    <w:rPr>
      <w:rFonts w:eastAsia="Times New Roman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4673E"/>
    <w:rPr>
      <w:color w:val="A8B50A"/>
      <w:sz w:val="32"/>
    </w:rPr>
  </w:style>
  <w:style w:type="character" w:customStyle="1" w:styleId="SubtitleChar">
    <w:name w:val="Subtitle Char"/>
    <w:link w:val="Subtitle"/>
    <w:uiPriority w:val="11"/>
    <w:rsid w:val="00C4673E"/>
    <w:rPr>
      <w:rFonts w:ascii="Calibri" w:hAnsi="Calibri" w:cs="Segoe UI"/>
      <w:color w:val="A8B50A"/>
      <w:sz w:val="32"/>
    </w:rPr>
  </w:style>
  <w:style w:type="character" w:customStyle="1" w:styleId="Heading1Char">
    <w:name w:val="Heading 1 Char"/>
    <w:link w:val="Heading1"/>
    <w:uiPriority w:val="9"/>
    <w:rsid w:val="00C4673E"/>
    <w:rPr>
      <w:rFonts w:ascii="Calibri" w:eastAsia="Times New Roman" w:hAnsi="Calibri" w:cs="Calibri"/>
      <w:bCs/>
      <w:color w:val="A8B50A"/>
      <w:sz w:val="40"/>
      <w:szCs w:val="32"/>
    </w:rPr>
  </w:style>
  <w:style w:type="character" w:customStyle="1" w:styleId="Heading2Char">
    <w:name w:val="Heading 2 Char"/>
    <w:link w:val="Heading2"/>
    <w:uiPriority w:val="9"/>
    <w:rsid w:val="00C4673E"/>
    <w:rPr>
      <w:rFonts w:ascii="Calibri" w:hAnsi="Calibri" w:cs="Segoe UI"/>
      <w:i/>
      <w:color w:val="A8B50A"/>
      <w:sz w:val="32"/>
      <w:szCs w:val="28"/>
    </w:rPr>
  </w:style>
  <w:style w:type="character" w:customStyle="1" w:styleId="Heading3Char">
    <w:name w:val="Heading 3 Char"/>
    <w:link w:val="Heading3"/>
    <w:uiPriority w:val="9"/>
    <w:rsid w:val="00C4673E"/>
    <w:rPr>
      <w:rFonts w:ascii="Calibri" w:hAnsi="Calibri" w:cs="Segoe UI"/>
      <w:i/>
      <w:sz w:val="28"/>
      <w:szCs w:val="28"/>
    </w:rPr>
  </w:style>
  <w:style w:type="character" w:customStyle="1" w:styleId="Heading4Char">
    <w:name w:val="Heading 4 Char"/>
    <w:link w:val="Heading4"/>
    <w:uiPriority w:val="9"/>
    <w:rsid w:val="00C4673E"/>
    <w:rPr>
      <w:rFonts w:ascii="Calibri" w:hAnsi="Calibri" w:cs="Segoe UI"/>
      <w:i/>
      <w:sz w:val="24"/>
    </w:rPr>
  </w:style>
  <w:style w:type="character" w:customStyle="1" w:styleId="Heading5Char">
    <w:name w:val="Heading 5 Char"/>
    <w:link w:val="Heading5"/>
    <w:uiPriority w:val="9"/>
    <w:rsid w:val="00C4673E"/>
    <w:rPr>
      <w:rFonts w:ascii="Calibri" w:eastAsia="Times New Roman" w:hAnsi="Calibri" w:cs="Segoe UI"/>
      <w:sz w:val="20"/>
      <w:u w:val="single"/>
    </w:rPr>
  </w:style>
  <w:style w:type="character" w:customStyle="1" w:styleId="Heading6Char">
    <w:name w:val="Heading 6 Char"/>
    <w:link w:val="Heading6"/>
    <w:uiPriority w:val="9"/>
    <w:rsid w:val="00FF487A"/>
    <w:rPr>
      <w:caps/>
      <w:color w:val="A8B50A"/>
      <w:spacing w:val="10"/>
    </w:rPr>
  </w:style>
  <w:style w:type="character" w:customStyle="1" w:styleId="Heading7Char">
    <w:name w:val="Heading 7 Char"/>
    <w:link w:val="Heading7"/>
    <w:uiPriority w:val="9"/>
    <w:rsid w:val="00C4673E"/>
    <w:rPr>
      <w:rFonts w:ascii="Calibri" w:eastAsia="Times New Roman" w:hAnsi="Calibri" w:cs="Times New Roman"/>
      <w:i/>
      <w:iCs/>
      <w:color w:val="404040"/>
      <w:sz w:val="20"/>
    </w:rPr>
  </w:style>
  <w:style w:type="character" w:customStyle="1" w:styleId="Heading8Char">
    <w:name w:val="Heading 8 Char"/>
    <w:link w:val="Heading8"/>
    <w:uiPriority w:val="9"/>
    <w:rsid w:val="00C4673E"/>
    <w:rPr>
      <w:rFonts w:ascii="Calibri" w:eastAsia="Times New Roman" w:hAnsi="Calibri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C4673E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4673E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673E"/>
    <w:pPr>
      <w:spacing w:after="0"/>
    </w:pPr>
    <w:rPr>
      <w:rFonts w:cs="Calibri"/>
      <w:color w:val="A8B50A"/>
      <w:sz w:val="72"/>
      <w:szCs w:val="72"/>
    </w:rPr>
  </w:style>
  <w:style w:type="character" w:customStyle="1" w:styleId="TitleChar">
    <w:name w:val="Title Char"/>
    <w:link w:val="Title"/>
    <w:uiPriority w:val="10"/>
    <w:rsid w:val="00C4673E"/>
    <w:rPr>
      <w:rFonts w:ascii="Calibri" w:hAnsi="Calibri" w:cs="Calibri"/>
      <w:color w:val="A8B50A"/>
      <w:sz w:val="72"/>
      <w:szCs w:val="72"/>
    </w:rPr>
  </w:style>
  <w:style w:type="character" w:styleId="Strong">
    <w:name w:val="Strong"/>
    <w:uiPriority w:val="22"/>
    <w:qFormat/>
    <w:rsid w:val="00C4673E"/>
    <w:rPr>
      <w:b/>
      <w:bCs/>
    </w:rPr>
  </w:style>
  <w:style w:type="character" w:styleId="Emphasis">
    <w:name w:val="Emphasis"/>
    <w:uiPriority w:val="20"/>
    <w:qFormat/>
    <w:rsid w:val="00C4673E"/>
    <w:rPr>
      <w:rFonts w:ascii="Segoe UI" w:hAnsi="Segoe UI" w:cs="Segoe UI"/>
      <w:color w:val="000000"/>
      <w:spacing w:val="30"/>
    </w:rPr>
  </w:style>
  <w:style w:type="paragraph" w:styleId="NoSpacing">
    <w:name w:val="No Spacing"/>
    <w:basedOn w:val="Normal"/>
    <w:link w:val="NoSpacingChar"/>
    <w:uiPriority w:val="99"/>
    <w:qFormat/>
    <w:rsid w:val="00C4673E"/>
    <w:pPr>
      <w:spacing w:after="0" w:line="240" w:lineRule="auto"/>
      <w:jc w:val="both"/>
    </w:pPr>
    <w:rPr>
      <w:rFonts w:cs="Times New Roman"/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uiPriority w:val="99"/>
    <w:rsid w:val="00C4673E"/>
    <w:rPr>
      <w:rFonts w:ascii="Calibri" w:hAnsi="Calibri" w:cs="Times New Roman"/>
      <w:sz w:val="20"/>
      <w:szCs w:val="20"/>
    </w:rPr>
  </w:style>
  <w:style w:type="paragraph" w:styleId="ListParagraph">
    <w:name w:val="List Paragraph"/>
    <w:aliases w:val="Bullet Normal"/>
    <w:basedOn w:val="Normal"/>
    <w:uiPriority w:val="34"/>
    <w:qFormat/>
    <w:rsid w:val="00FF487A"/>
    <w:pPr>
      <w:ind w:left="720"/>
      <w:contextualSpacing/>
    </w:pPr>
    <w:rPr>
      <w:rFonts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C4673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4673E"/>
    <w:rPr>
      <w:rFonts w:ascii="Calibri" w:hAnsi="Calibri" w:cs="Segoe UI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rsid w:val="00FF487A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Cs w:val="20"/>
      <w:lang w:val="en-US"/>
    </w:rPr>
  </w:style>
  <w:style w:type="character" w:customStyle="1" w:styleId="IntenseQuoteChar">
    <w:name w:val="Intense Quote Char"/>
    <w:link w:val="IntenseQuote"/>
    <w:uiPriority w:val="30"/>
    <w:rsid w:val="00FF487A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C4673E"/>
    <w:rPr>
      <w:rFonts w:ascii="Calibri" w:hAnsi="Calibri"/>
      <w:i/>
      <w:iCs/>
      <w:color w:val="808080"/>
    </w:rPr>
  </w:style>
  <w:style w:type="character" w:styleId="IntenseEmphasis">
    <w:name w:val="Intense Emphasis"/>
    <w:uiPriority w:val="21"/>
    <w:rsid w:val="00FF487A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rsid w:val="00FF487A"/>
    <w:rPr>
      <w:b/>
      <w:bCs/>
      <w:color w:val="4F81BD"/>
    </w:rPr>
  </w:style>
  <w:style w:type="character" w:styleId="IntenseReference">
    <w:name w:val="Intense Reference"/>
    <w:uiPriority w:val="32"/>
    <w:rsid w:val="00FF487A"/>
    <w:rPr>
      <w:b/>
      <w:bCs/>
      <w:i/>
      <w:iCs/>
      <w:caps/>
      <w:color w:val="4F81BD"/>
    </w:rPr>
  </w:style>
  <w:style w:type="character" w:styleId="BookTitle">
    <w:name w:val="Book Title"/>
    <w:uiPriority w:val="33"/>
    <w:rsid w:val="00FF48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673E"/>
    <w:pPr>
      <w:spacing w:before="480" w:after="0"/>
      <w:outlineLvl w:val="9"/>
    </w:pPr>
    <w:rPr>
      <w:rFonts w:ascii="Cambria" w:hAnsi="Cambria" w:cs="Times New Roman"/>
      <w:b/>
      <w:color w:val="365F91"/>
      <w:sz w:val="28"/>
      <w:szCs w:val="28"/>
    </w:rPr>
  </w:style>
  <w:style w:type="paragraph" w:customStyle="1" w:styleId="Guidelinetext">
    <w:name w:val="Guideline text"/>
    <w:basedOn w:val="Normal"/>
    <w:rsid w:val="00FF487A"/>
    <w:rPr>
      <w:rFonts w:cs="Times New Roman"/>
      <w:i/>
      <w:color w:val="C00000"/>
    </w:rPr>
  </w:style>
  <w:style w:type="paragraph" w:customStyle="1" w:styleId="Bullet-normal">
    <w:name w:val="Bullet - normal"/>
    <w:basedOn w:val="ListParagraph"/>
    <w:rsid w:val="00FF487A"/>
    <w:pPr>
      <w:numPr>
        <w:numId w:val="1"/>
      </w:numPr>
    </w:pPr>
  </w:style>
  <w:style w:type="paragraph" w:customStyle="1" w:styleId="GuidelineBullet">
    <w:name w:val="Guideline Bullet"/>
    <w:basedOn w:val="Normal"/>
    <w:rsid w:val="00FF487A"/>
    <w:rPr>
      <w:rFonts w:cs="Times New Roman"/>
      <w:i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8B6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B6716"/>
    <w:rPr>
      <w:rFonts w:ascii="Times New Roman" w:hAnsi="Times New Roman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8B6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B6716"/>
    <w:rPr>
      <w:rFonts w:ascii="Times New Roman" w:hAnsi="Times New Roman"/>
      <w:szCs w:val="24"/>
      <w:lang w:val="en-NZ"/>
    </w:rPr>
  </w:style>
  <w:style w:type="paragraph" w:customStyle="1" w:styleId="FooterText">
    <w:name w:val="Footer Text"/>
    <w:basedOn w:val="HeaderText"/>
    <w:qFormat/>
    <w:rsid w:val="00C4673E"/>
  </w:style>
  <w:style w:type="paragraph" w:styleId="BalloonText">
    <w:name w:val="Balloon Text"/>
    <w:basedOn w:val="Normal"/>
    <w:link w:val="BalloonTextChar"/>
    <w:uiPriority w:val="99"/>
    <w:semiHidden/>
    <w:unhideWhenUsed/>
    <w:rsid w:val="008B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6716"/>
    <w:rPr>
      <w:rFonts w:ascii="Tahoma" w:hAnsi="Tahoma" w:cs="Tahoma"/>
      <w:sz w:val="16"/>
      <w:szCs w:val="16"/>
      <w:lang w:val="en-NZ"/>
    </w:rPr>
  </w:style>
  <w:style w:type="paragraph" w:customStyle="1" w:styleId="Bullets">
    <w:name w:val="Bullets"/>
    <w:basedOn w:val="ListParagraph"/>
    <w:link w:val="BulletsChar"/>
    <w:qFormat/>
    <w:rsid w:val="00C4673E"/>
    <w:pPr>
      <w:numPr>
        <w:numId w:val="11"/>
      </w:numPr>
      <w:tabs>
        <w:tab w:val="left" w:pos="851"/>
      </w:tabs>
    </w:pPr>
    <w:rPr>
      <w:rFonts w:cs="Segoe UI"/>
    </w:rPr>
  </w:style>
  <w:style w:type="character" w:customStyle="1" w:styleId="BulletsChar">
    <w:name w:val="Bullets Char"/>
    <w:link w:val="Bullets"/>
    <w:rsid w:val="00C4673E"/>
    <w:rPr>
      <w:rFonts w:ascii="Calibri" w:hAnsi="Calibri" w:cs="Segoe UI"/>
    </w:rPr>
  </w:style>
  <w:style w:type="paragraph" w:customStyle="1" w:styleId="ItemHeading">
    <w:name w:val="Item Heading"/>
    <w:basedOn w:val="Normal"/>
    <w:qFormat/>
    <w:rsid w:val="00C4673E"/>
    <w:rPr>
      <w:b/>
      <w:color w:val="A8B50A"/>
    </w:rPr>
  </w:style>
  <w:style w:type="paragraph" w:customStyle="1" w:styleId="HeaderText">
    <w:name w:val="Header Text"/>
    <w:basedOn w:val="Normal"/>
    <w:qFormat/>
    <w:rsid w:val="00C4673E"/>
    <w:rPr>
      <w:i/>
    </w:rPr>
  </w:style>
  <w:style w:type="paragraph" w:customStyle="1" w:styleId="InsideTablesHeading">
    <w:name w:val="Inside Tables Heading"/>
    <w:basedOn w:val="Normal"/>
    <w:qFormat/>
    <w:rsid w:val="00C4673E"/>
    <w:pPr>
      <w:tabs>
        <w:tab w:val="left" w:pos="2160"/>
      </w:tabs>
      <w:spacing w:before="60" w:after="60"/>
      <w:ind w:left="2160" w:hanging="2160"/>
    </w:pPr>
    <w:rPr>
      <w:b/>
      <w:bCs/>
    </w:rPr>
  </w:style>
  <w:style w:type="paragraph" w:customStyle="1" w:styleId="Numbering">
    <w:name w:val="Numbering"/>
    <w:basedOn w:val="ListParagraph"/>
    <w:qFormat/>
    <w:rsid w:val="00C4673E"/>
    <w:pPr>
      <w:numPr>
        <w:numId w:val="12"/>
      </w:numPr>
    </w:pPr>
    <w:rPr>
      <w:rFonts w:cs="Segoe UI"/>
      <w:lang w:val="en-US"/>
    </w:rPr>
  </w:style>
  <w:style w:type="table" w:styleId="TableGrid">
    <w:name w:val="Table Grid"/>
    <w:basedOn w:val="TableNormal"/>
    <w:uiPriority w:val="59"/>
    <w:rsid w:val="00035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359D7"/>
    <w:rPr>
      <w:color w:val="0000FF"/>
      <w:u w:val="single"/>
    </w:rPr>
  </w:style>
  <w:style w:type="character" w:styleId="PlaceholderText">
    <w:name w:val="Placeholder Text"/>
    <w:uiPriority w:val="99"/>
    <w:semiHidden/>
    <w:rsid w:val="000359D7"/>
    <w:rPr>
      <w:color w:val="808080"/>
    </w:rPr>
  </w:style>
  <w:style w:type="table" w:styleId="LightShading">
    <w:name w:val="Light Shading"/>
    <w:basedOn w:val="TableNormal"/>
    <w:uiPriority w:val="60"/>
    <w:rsid w:val="008215A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3E"/>
    <w:pPr>
      <w:spacing w:after="120" w:line="276" w:lineRule="auto"/>
    </w:pPr>
    <w:rPr>
      <w:rFonts w:cs="Segoe U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73E"/>
    <w:pPr>
      <w:keepNext/>
      <w:keepLines/>
      <w:spacing w:before="240"/>
      <w:outlineLvl w:val="0"/>
    </w:pPr>
    <w:rPr>
      <w:rFonts w:eastAsia="Times New Roman" w:cs="Calibri"/>
      <w:bCs/>
      <w:color w:val="A8B50A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4673E"/>
    <w:pPr>
      <w:spacing w:before="120" w:line="240" w:lineRule="auto"/>
      <w:outlineLvl w:val="1"/>
    </w:pPr>
    <w:rPr>
      <w:i/>
      <w:color w:val="A8B50A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4673E"/>
    <w:pPr>
      <w:ind w:left="426"/>
      <w:outlineLvl w:val="2"/>
    </w:pPr>
    <w:rPr>
      <w:i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C4673E"/>
    <w:pPr>
      <w:ind w:left="720"/>
      <w:outlineLvl w:val="3"/>
    </w:pPr>
    <w:rPr>
      <w:i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C4673E"/>
    <w:pPr>
      <w:keepNext/>
      <w:keepLines/>
      <w:spacing w:before="200" w:after="0"/>
      <w:ind w:left="709"/>
      <w:outlineLvl w:val="4"/>
    </w:pPr>
    <w:rPr>
      <w:rFonts w:eastAsia="Times New Roman"/>
      <w:sz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F487A"/>
    <w:pPr>
      <w:pBdr>
        <w:bottom w:val="dotted" w:sz="6" w:space="1" w:color="A8B50A"/>
      </w:pBdr>
      <w:spacing w:before="300" w:after="240"/>
      <w:outlineLvl w:val="5"/>
    </w:pPr>
    <w:rPr>
      <w:caps/>
      <w:color w:val="A8B50A"/>
      <w:spacing w:val="10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673E"/>
    <w:pPr>
      <w:keepNext/>
      <w:keepLines/>
      <w:spacing w:before="200" w:after="0"/>
      <w:outlineLvl w:val="6"/>
    </w:pPr>
    <w:rPr>
      <w:rFonts w:eastAsia="Times New Roman" w:cs="Times New Roman"/>
      <w:i/>
      <w:iCs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673E"/>
    <w:pPr>
      <w:keepNext/>
      <w:keepLines/>
      <w:spacing w:before="200" w:after="0"/>
      <w:outlineLvl w:val="7"/>
    </w:pPr>
    <w:rPr>
      <w:rFonts w:eastAsia="Times New Roman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673E"/>
    <w:pPr>
      <w:keepNext/>
      <w:keepLines/>
      <w:spacing w:before="200" w:after="0"/>
      <w:outlineLvl w:val="8"/>
    </w:pPr>
    <w:rPr>
      <w:rFonts w:eastAsia="Times New Roman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4673E"/>
    <w:rPr>
      <w:color w:val="A8B50A"/>
      <w:sz w:val="32"/>
    </w:rPr>
  </w:style>
  <w:style w:type="character" w:customStyle="1" w:styleId="SubtitleChar">
    <w:name w:val="Subtitle Char"/>
    <w:link w:val="Subtitle"/>
    <w:uiPriority w:val="11"/>
    <w:rsid w:val="00C4673E"/>
    <w:rPr>
      <w:rFonts w:ascii="Calibri" w:hAnsi="Calibri" w:cs="Segoe UI"/>
      <w:color w:val="A8B50A"/>
      <w:sz w:val="32"/>
    </w:rPr>
  </w:style>
  <w:style w:type="character" w:customStyle="1" w:styleId="Heading1Char">
    <w:name w:val="Heading 1 Char"/>
    <w:link w:val="Heading1"/>
    <w:uiPriority w:val="9"/>
    <w:rsid w:val="00C4673E"/>
    <w:rPr>
      <w:rFonts w:ascii="Calibri" w:eastAsia="Times New Roman" w:hAnsi="Calibri" w:cs="Calibri"/>
      <w:bCs/>
      <w:color w:val="A8B50A"/>
      <w:sz w:val="40"/>
      <w:szCs w:val="32"/>
    </w:rPr>
  </w:style>
  <w:style w:type="character" w:customStyle="1" w:styleId="Heading2Char">
    <w:name w:val="Heading 2 Char"/>
    <w:link w:val="Heading2"/>
    <w:uiPriority w:val="9"/>
    <w:rsid w:val="00C4673E"/>
    <w:rPr>
      <w:rFonts w:ascii="Calibri" w:hAnsi="Calibri" w:cs="Segoe UI"/>
      <w:i/>
      <w:color w:val="A8B50A"/>
      <w:sz w:val="32"/>
      <w:szCs w:val="28"/>
    </w:rPr>
  </w:style>
  <w:style w:type="character" w:customStyle="1" w:styleId="Heading3Char">
    <w:name w:val="Heading 3 Char"/>
    <w:link w:val="Heading3"/>
    <w:uiPriority w:val="9"/>
    <w:rsid w:val="00C4673E"/>
    <w:rPr>
      <w:rFonts w:ascii="Calibri" w:hAnsi="Calibri" w:cs="Segoe UI"/>
      <w:i/>
      <w:sz w:val="28"/>
      <w:szCs w:val="28"/>
    </w:rPr>
  </w:style>
  <w:style w:type="character" w:customStyle="1" w:styleId="Heading4Char">
    <w:name w:val="Heading 4 Char"/>
    <w:link w:val="Heading4"/>
    <w:uiPriority w:val="9"/>
    <w:rsid w:val="00C4673E"/>
    <w:rPr>
      <w:rFonts w:ascii="Calibri" w:hAnsi="Calibri" w:cs="Segoe UI"/>
      <w:i/>
      <w:sz w:val="24"/>
    </w:rPr>
  </w:style>
  <w:style w:type="character" w:customStyle="1" w:styleId="Heading5Char">
    <w:name w:val="Heading 5 Char"/>
    <w:link w:val="Heading5"/>
    <w:uiPriority w:val="9"/>
    <w:rsid w:val="00C4673E"/>
    <w:rPr>
      <w:rFonts w:ascii="Calibri" w:eastAsia="Times New Roman" w:hAnsi="Calibri" w:cs="Segoe UI"/>
      <w:sz w:val="20"/>
      <w:u w:val="single"/>
    </w:rPr>
  </w:style>
  <w:style w:type="character" w:customStyle="1" w:styleId="Heading6Char">
    <w:name w:val="Heading 6 Char"/>
    <w:link w:val="Heading6"/>
    <w:uiPriority w:val="9"/>
    <w:rsid w:val="00FF487A"/>
    <w:rPr>
      <w:caps/>
      <w:color w:val="A8B50A"/>
      <w:spacing w:val="10"/>
    </w:rPr>
  </w:style>
  <w:style w:type="character" w:customStyle="1" w:styleId="Heading7Char">
    <w:name w:val="Heading 7 Char"/>
    <w:link w:val="Heading7"/>
    <w:uiPriority w:val="9"/>
    <w:rsid w:val="00C4673E"/>
    <w:rPr>
      <w:rFonts w:ascii="Calibri" w:eastAsia="Times New Roman" w:hAnsi="Calibri" w:cs="Times New Roman"/>
      <w:i/>
      <w:iCs/>
      <w:color w:val="404040"/>
      <w:sz w:val="20"/>
    </w:rPr>
  </w:style>
  <w:style w:type="character" w:customStyle="1" w:styleId="Heading8Char">
    <w:name w:val="Heading 8 Char"/>
    <w:link w:val="Heading8"/>
    <w:uiPriority w:val="9"/>
    <w:rsid w:val="00C4673E"/>
    <w:rPr>
      <w:rFonts w:ascii="Calibri" w:eastAsia="Times New Roman" w:hAnsi="Calibri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C4673E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4673E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673E"/>
    <w:pPr>
      <w:spacing w:after="0"/>
    </w:pPr>
    <w:rPr>
      <w:rFonts w:cs="Calibri"/>
      <w:color w:val="A8B50A"/>
      <w:sz w:val="72"/>
      <w:szCs w:val="72"/>
    </w:rPr>
  </w:style>
  <w:style w:type="character" w:customStyle="1" w:styleId="TitleChar">
    <w:name w:val="Title Char"/>
    <w:link w:val="Title"/>
    <w:uiPriority w:val="10"/>
    <w:rsid w:val="00C4673E"/>
    <w:rPr>
      <w:rFonts w:ascii="Calibri" w:hAnsi="Calibri" w:cs="Calibri"/>
      <w:color w:val="A8B50A"/>
      <w:sz w:val="72"/>
      <w:szCs w:val="72"/>
    </w:rPr>
  </w:style>
  <w:style w:type="character" w:styleId="Strong">
    <w:name w:val="Strong"/>
    <w:uiPriority w:val="22"/>
    <w:qFormat/>
    <w:rsid w:val="00C4673E"/>
    <w:rPr>
      <w:b/>
      <w:bCs/>
    </w:rPr>
  </w:style>
  <w:style w:type="character" w:styleId="Emphasis">
    <w:name w:val="Emphasis"/>
    <w:uiPriority w:val="20"/>
    <w:qFormat/>
    <w:rsid w:val="00C4673E"/>
    <w:rPr>
      <w:rFonts w:ascii="Segoe UI" w:hAnsi="Segoe UI" w:cs="Segoe UI"/>
      <w:color w:val="000000"/>
      <w:spacing w:val="30"/>
    </w:rPr>
  </w:style>
  <w:style w:type="paragraph" w:styleId="NoSpacing">
    <w:name w:val="No Spacing"/>
    <w:basedOn w:val="Normal"/>
    <w:link w:val="NoSpacingChar"/>
    <w:uiPriority w:val="99"/>
    <w:qFormat/>
    <w:rsid w:val="00C4673E"/>
    <w:pPr>
      <w:spacing w:after="0" w:line="240" w:lineRule="auto"/>
      <w:jc w:val="both"/>
    </w:pPr>
    <w:rPr>
      <w:rFonts w:cs="Times New Roman"/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uiPriority w:val="99"/>
    <w:rsid w:val="00C4673E"/>
    <w:rPr>
      <w:rFonts w:ascii="Calibri" w:hAnsi="Calibri" w:cs="Times New Roman"/>
      <w:sz w:val="20"/>
      <w:szCs w:val="20"/>
    </w:rPr>
  </w:style>
  <w:style w:type="paragraph" w:styleId="ListParagraph">
    <w:name w:val="List Paragraph"/>
    <w:aliases w:val="Bullet Normal"/>
    <w:basedOn w:val="Normal"/>
    <w:uiPriority w:val="34"/>
    <w:qFormat/>
    <w:rsid w:val="00FF487A"/>
    <w:pPr>
      <w:ind w:left="720"/>
      <w:contextualSpacing/>
    </w:pPr>
    <w:rPr>
      <w:rFonts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C4673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4673E"/>
    <w:rPr>
      <w:rFonts w:ascii="Calibri" w:hAnsi="Calibri" w:cs="Segoe UI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rsid w:val="00FF487A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i/>
      <w:iCs/>
      <w:color w:val="4F81BD"/>
      <w:szCs w:val="20"/>
      <w:lang w:val="en-US"/>
    </w:rPr>
  </w:style>
  <w:style w:type="character" w:customStyle="1" w:styleId="IntenseQuoteChar">
    <w:name w:val="Intense Quote Char"/>
    <w:link w:val="IntenseQuote"/>
    <w:uiPriority w:val="30"/>
    <w:rsid w:val="00FF487A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C4673E"/>
    <w:rPr>
      <w:rFonts w:ascii="Calibri" w:hAnsi="Calibri"/>
      <w:i/>
      <w:iCs/>
      <w:color w:val="808080"/>
    </w:rPr>
  </w:style>
  <w:style w:type="character" w:styleId="IntenseEmphasis">
    <w:name w:val="Intense Emphasis"/>
    <w:uiPriority w:val="21"/>
    <w:rsid w:val="00FF487A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rsid w:val="00FF487A"/>
    <w:rPr>
      <w:b/>
      <w:bCs/>
      <w:color w:val="4F81BD"/>
    </w:rPr>
  </w:style>
  <w:style w:type="character" w:styleId="IntenseReference">
    <w:name w:val="Intense Reference"/>
    <w:uiPriority w:val="32"/>
    <w:rsid w:val="00FF487A"/>
    <w:rPr>
      <w:b/>
      <w:bCs/>
      <w:i/>
      <w:iCs/>
      <w:caps/>
      <w:color w:val="4F81BD"/>
    </w:rPr>
  </w:style>
  <w:style w:type="character" w:styleId="BookTitle">
    <w:name w:val="Book Title"/>
    <w:uiPriority w:val="33"/>
    <w:rsid w:val="00FF48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673E"/>
    <w:pPr>
      <w:spacing w:before="480" w:after="0"/>
      <w:outlineLvl w:val="9"/>
    </w:pPr>
    <w:rPr>
      <w:rFonts w:ascii="Cambria" w:hAnsi="Cambria" w:cs="Times New Roman"/>
      <w:b/>
      <w:color w:val="365F91"/>
      <w:sz w:val="28"/>
      <w:szCs w:val="28"/>
    </w:rPr>
  </w:style>
  <w:style w:type="paragraph" w:customStyle="1" w:styleId="Guidelinetext">
    <w:name w:val="Guideline text"/>
    <w:basedOn w:val="Normal"/>
    <w:rsid w:val="00FF487A"/>
    <w:rPr>
      <w:rFonts w:cs="Times New Roman"/>
      <w:i/>
      <w:color w:val="C00000"/>
    </w:rPr>
  </w:style>
  <w:style w:type="paragraph" w:customStyle="1" w:styleId="Bullet-normal">
    <w:name w:val="Bullet - normal"/>
    <w:basedOn w:val="ListParagraph"/>
    <w:rsid w:val="00FF487A"/>
    <w:pPr>
      <w:numPr>
        <w:numId w:val="1"/>
      </w:numPr>
    </w:pPr>
  </w:style>
  <w:style w:type="paragraph" w:customStyle="1" w:styleId="GuidelineBullet">
    <w:name w:val="Guideline Bullet"/>
    <w:basedOn w:val="Normal"/>
    <w:rsid w:val="00FF487A"/>
    <w:rPr>
      <w:rFonts w:cs="Times New Roman"/>
      <w:i/>
      <w:color w:val="C00000"/>
    </w:rPr>
  </w:style>
  <w:style w:type="paragraph" w:styleId="Header">
    <w:name w:val="header"/>
    <w:basedOn w:val="Normal"/>
    <w:link w:val="HeaderChar"/>
    <w:uiPriority w:val="99"/>
    <w:unhideWhenUsed/>
    <w:rsid w:val="008B6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B6716"/>
    <w:rPr>
      <w:rFonts w:ascii="Times New Roman" w:hAnsi="Times New Roman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8B6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B6716"/>
    <w:rPr>
      <w:rFonts w:ascii="Times New Roman" w:hAnsi="Times New Roman"/>
      <w:szCs w:val="24"/>
      <w:lang w:val="en-NZ"/>
    </w:rPr>
  </w:style>
  <w:style w:type="paragraph" w:customStyle="1" w:styleId="FooterText">
    <w:name w:val="Footer Text"/>
    <w:basedOn w:val="HeaderText"/>
    <w:qFormat/>
    <w:rsid w:val="00C4673E"/>
  </w:style>
  <w:style w:type="paragraph" w:styleId="BalloonText">
    <w:name w:val="Balloon Text"/>
    <w:basedOn w:val="Normal"/>
    <w:link w:val="BalloonTextChar"/>
    <w:uiPriority w:val="99"/>
    <w:semiHidden/>
    <w:unhideWhenUsed/>
    <w:rsid w:val="008B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B6716"/>
    <w:rPr>
      <w:rFonts w:ascii="Tahoma" w:hAnsi="Tahoma" w:cs="Tahoma"/>
      <w:sz w:val="16"/>
      <w:szCs w:val="16"/>
      <w:lang w:val="en-NZ"/>
    </w:rPr>
  </w:style>
  <w:style w:type="paragraph" w:customStyle="1" w:styleId="Bullets">
    <w:name w:val="Bullets"/>
    <w:basedOn w:val="ListParagraph"/>
    <w:link w:val="BulletsChar"/>
    <w:qFormat/>
    <w:rsid w:val="00C4673E"/>
    <w:pPr>
      <w:numPr>
        <w:numId w:val="11"/>
      </w:numPr>
      <w:tabs>
        <w:tab w:val="left" w:pos="851"/>
      </w:tabs>
    </w:pPr>
    <w:rPr>
      <w:rFonts w:cs="Segoe UI"/>
    </w:rPr>
  </w:style>
  <w:style w:type="character" w:customStyle="1" w:styleId="BulletsChar">
    <w:name w:val="Bullets Char"/>
    <w:link w:val="Bullets"/>
    <w:rsid w:val="00C4673E"/>
    <w:rPr>
      <w:rFonts w:ascii="Calibri" w:hAnsi="Calibri" w:cs="Segoe UI"/>
    </w:rPr>
  </w:style>
  <w:style w:type="paragraph" w:customStyle="1" w:styleId="ItemHeading">
    <w:name w:val="Item Heading"/>
    <w:basedOn w:val="Normal"/>
    <w:qFormat/>
    <w:rsid w:val="00C4673E"/>
    <w:rPr>
      <w:b/>
      <w:color w:val="A8B50A"/>
    </w:rPr>
  </w:style>
  <w:style w:type="paragraph" w:customStyle="1" w:styleId="HeaderText">
    <w:name w:val="Header Text"/>
    <w:basedOn w:val="Normal"/>
    <w:qFormat/>
    <w:rsid w:val="00C4673E"/>
    <w:rPr>
      <w:i/>
    </w:rPr>
  </w:style>
  <w:style w:type="paragraph" w:customStyle="1" w:styleId="InsideTablesHeading">
    <w:name w:val="Inside Tables Heading"/>
    <w:basedOn w:val="Normal"/>
    <w:qFormat/>
    <w:rsid w:val="00C4673E"/>
    <w:pPr>
      <w:tabs>
        <w:tab w:val="left" w:pos="2160"/>
      </w:tabs>
      <w:spacing w:before="60" w:after="60"/>
      <w:ind w:left="2160" w:hanging="2160"/>
    </w:pPr>
    <w:rPr>
      <w:b/>
      <w:bCs/>
    </w:rPr>
  </w:style>
  <w:style w:type="paragraph" w:customStyle="1" w:styleId="Numbering">
    <w:name w:val="Numbering"/>
    <w:basedOn w:val="ListParagraph"/>
    <w:qFormat/>
    <w:rsid w:val="00C4673E"/>
    <w:pPr>
      <w:numPr>
        <w:numId w:val="12"/>
      </w:numPr>
    </w:pPr>
    <w:rPr>
      <w:rFonts w:cs="Segoe UI"/>
      <w:lang w:val="en-US"/>
    </w:rPr>
  </w:style>
  <w:style w:type="table" w:styleId="TableGrid">
    <w:name w:val="Table Grid"/>
    <w:basedOn w:val="TableNormal"/>
    <w:uiPriority w:val="59"/>
    <w:rsid w:val="00035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359D7"/>
    <w:rPr>
      <w:color w:val="0000FF"/>
      <w:u w:val="single"/>
    </w:rPr>
  </w:style>
  <w:style w:type="character" w:styleId="PlaceholderText">
    <w:name w:val="Placeholder Text"/>
    <w:uiPriority w:val="99"/>
    <w:semiHidden/>
    <w:rsid w:val="000359D7"/>
    <w:rPr>
      <w:color w:val="808080"/>
    </w:rPr>
  </w:style>
  <w:style w:type="table" w:styleId="LightShading">
    <w:name w:val="Light Shading"/>
    <w:basedOn w:val="TableNormal"/>
    <w:uiPriority w:val="60"/>
    <w:rsid w:val="008215A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ivacy.org.nz/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A3220287FA4F01B57B82B8C0C385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37C5E-8A2A-4CBF-9E40-2FEED3F0B30A}"/>
      </w:docPartPr>
      <w:docPartBody>
        <w:p w:rsidR="00CD6EEC" w:rsidRDefault="00CD6EEC" w:rsidP="00CD6EEC">
          <w:pPr>
            <w:pStyle w:val="B1A3220287FA4F01B57B82B8C0C385116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573216DCF0A44CB6B8B817360E75D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78AC1-BA20-4CE8-9B70-7CFD500FD8F5}"/>
      </w:docPartPr>
      <w:docPartBody>
        <w:p w:rsidR="00CD6EEC" w:rsidRDefault="00CD6EEC" w:rsidP="00CD6EEC">
          <w:pPr>
            <w:pStyle w:val="573216DCF0A44CB6B8B817360E75D1456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111F8E58C56A4C39BF92C4FF85D8A8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D876D-9404-46F9-A7D1-4E3C87DD2266}"/>
      </w:docPartPr>
      <w:docPartBody>
        <w:p w:rsidR="00CD6EEC" w:rsidRDefault="00CD6EEC" w:rsidP="00CD6EEC">
          <w:pPr>
            <w:pStyle w:val="111F8E58C56A4C39BF92C4FF85D8A88D6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8B3EB2572FF74BDDBDE32BACE5CAD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15A0F-6999-45C6-9768-D548A920E03C}"/>
      </w:docPartPr>
      <w:docPartBody>
        <w:p w:rsidR="00CD6EEC" w:rsidRDefault="00CD6EEC" w:rsidP="00CD6EEC">
          <w:pPr>
            <w:pStyle w:val="8B3EB2572FF74BDDBDE32BACE5CADC0F6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0597486B82EC4C81A3D230C6169EE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72959-2ABC-43A6-B4A8-6A36C6741867}"/>
      </w:docPartPr>
      <w:docPartBody>
        <w:p w:rsidR="00CD6EEC" w:rsidRDefault="00CD6EEC" w:rsidP="00CD6EEC">
          <w:pPr>
            <w:pStyle w:val="0597486B82EC4C81A3D230C6169EE0FA6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20F9E5D95B6B476580E4AACA6B4DC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19E46-D796-4383-BC7C-AB07229EF9F7}"/>
      </w:docPartPr>
      <w:docPartBody>
        <w:p w:rsidR="00CD6EEC" w:rsidRDefault="00CD6EEC" w:rsidP="00CD6EEC">
          <w:pPr>
            <w:pStyle w:val="20F9E5D95B6B476580E4AACA6B4DC4CE6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DD5451013164E8A867362E957E6D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DC53E-6123-486C-BDF7-FF687C1C67A5}"/>
      </w:docPartPr>
      <w:docPartBody>
        <w:p w:rsidR="00CD6EEC" w:rsidRDefault="00CD6EEC" w:rsidP="00CD6EEC">
          <w:pPr>
            <w:pStyle w:val="EDD5451013164E8A867362E957E6D35E6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52BE7F9650D34B9689F39493E0C0B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3D0FF-9F09-4F09-9C89-3A3EFEEAC827}"/>
      </w:docPartPr>
      <w:docPartBody>
        <w:p w:rsidR="00CD6EEC" w:rsidRDefault="00CD6EEC" w:rsidP="00CD6EEC">
          <w:pPr>
            <w:pStyle w:val="52BE7F9650D34B9689F39493E0C0B4DF6"/>
          </w:pPr>
          <w:r w:rsidRPr="004C750B">
            <w:rPr>
              <w:rStyle w:val="PlaceholderText"/>
            </w:rPr>
            <w:t>Click here to enter text.</w:t>
          </w:r>
        </w:p>
      </w:docPartBody>
    </w:docPart>
    <w:docPart>
      <w:docPartPr>
        <w:name w:val="BA4EF20730CF46CEBFCC563EE2337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F35CB-6A77-4EB3-B494-872FA0C20901}"/>
      </w:docPartPr>
      <w:docPartBody>
        <w:p w:rsidR="00CD6EEC" w:rsidRDefault="00CD6EEC" w:rsidP="00CD6EEC">
          <w:pPr>
            <w:pStyle w:val="BA4EF20730CF46CEBFCC563EE2337D036"/>
          </w:pPr>
          <w:r w:rsidRPr="004C750B">
            <w:rPr>
              <w:rStyle w:val="PlaceholderText"/>
            </w:rPr>
            <w:t>Click here to enter a date.</w:t>
          </w:r>
        </w:p>
      </w:docPartBody>
    </w:docPart>
    <w:docPart>
      <w:docPartPr>
        <w:name w:val="F58E4A59F0AF4C2E8A79D9DA32439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9009C-770E-4D11-A71D-961F45032046}"/>
      </w:docPartPr>
      <w:docPartBody>
        <w:p w:rsidR="00CD6EEC" w:rsidRDefault="00CD6EEC" w:rsidP="00CD6EEC">
          <w:pPr>
            <w:pStyle w:val="F58E4A59F0AF4C2E8A79D9DA32439DF66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D784389484E14A1C955AF1B82CA4E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1657BA-5C49-421F-B373-4C164CE6ECA9}"/>
      </w:docPartPr>
      <w:docPartBody>
        <w:p w:rsidR="00CD6EEC" w:rsidRDefault="00CD6EEC" w:rsidP="00CD6EEC">
          <w:pPr>
            <w:pStyle w:val="D784389484E14A1C955AF1B82CA4ED8A6"/>
          </w:pPr>
          <w:r w:rsidRPr="00292BB5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project title</w:t>
          </w:r>
          <w:r w:rsidRPr="00292BB5">
            <w:rPr>
              <w:rStyle w:val="PlaceholderText"/>
            </w:rPr>
            <w:t>.</w:t>
          </w:r>
        </w:p>
      </w:docPartBody>
    </w:docPart>
    <w:docPart>
      <w:docPartPr>
        <w:name w:val="B9144F0846F54EC3A3CDBF5C4C42D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A38A9-53CE-418E-A960-4B58514F28C2}"/>
      </w:docPartPr>
      <w:docPartBody>
        <w:p w:rsidR="00CD6EEC" w:rsidRDefault="003033E1" w:rsidP="003033E1">
          <w:pPr>
            <w:pStyle w:val="B9144F0846F54EC3A3CDBF5C4C42D4AF"/>
          </w:pPr>
          <w:r w:rsidRPr="00326F47">
            <w:rPr>
              <w:rStyle w:val="PlaceholderText"/>
            </w:rPr>
            <w:t>Click here to enter text.</w:t>
          </w:r>
        </w:p>
      </w:docPartBody>
    </w:docPart>
    <w:docPart>
      <w:docPartPr>
        <w:name w:val="E2A64421F6494F46A358EC75F2AF4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A448E-589B-4A06-B91B-D9D7AAB78EFE}"/>
      </w:docPartPr>
      <w:docPartBody>
        <w:p w:rsidR="00CD6EEC" w:rsidRDefault="00CD6EEC" w:rsidP="00CD6EEC">
          <w:pPr>
            <w:pStyle w:val="E2A64421F6494F46A358EC75F2AF45BC5"/>
          </w:pPr>
          <w:r>
            <w:rPr>
              <w:rStyle w:val="PlaceholderText"/>
            </w:rPr>
            <w:t>E</w:t>
          </w:r>
          <w:r w:rsidRPr="004C750B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earliest</w:t>
          </w:r>
          <w:r w:rsidRPr="004C750B">
            <w:rPr>
              <w:rStyle w:val="PlaceholderText"/>
            </w:rPr>
            <w:t xml:space="preserve"> date.</w:t>
          </w:r>
        </w:p>
      </w:docPartBody>
    </w:docPart>
    <w:docPart>
      <w:docPartPr>
        <w:name w:val="9994DB7252C7452B9622BC2F534D7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F5930-6317-4B45-9C7C-8A7219CE6280}"/>
      </w:docPartPr>
      <w:docPartBody>
        <w:p w:rsidR="00CD6EEC" w:rsidRDefault="00CD6EEC" w:rsidP="00CD6EEC">
          <w:pPr>
            <w:pStyle w:val="9994DB7252C7452B9622BC2F534D7C1D5"/>
          </w:pPr>
          <w:r>
            <w:rPr>
              <w:rStyle w:val="PlaceholderText"/>
            </w:rPr>
            <w:t>Enter latest date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1FECE690E4274EFE966DBF297E4C5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FDFBB-AC70-4577-AE9C-2765BB3821E6}"/>
      </w:docPartPr>
      <w:docPartBody>
        <w:p w:rsidR="00CD6EEC" w:rsidRDefault="003033E1" w:rsidP="003033E1">
          <w:pPr>
            <w:pStyle w:val="1FECE690E4274EFE966DBF297E4C5CAF"/>
          </w:pPr>
          <w:r w:rsidRPr="00326F47">
            <w:rPr>
              <w:rStyle w:val="PlaceholderText"/>
            </w:rPr>
            <w:t>Click here to enter text.</w:t>
          </w:r>
        </w:p>
      </w:docPartBody>
    </w:docPart>
    <w:docPart>
      <w:docPartPr>
        <w:name w:val="99137E79BB23429CAA33F91CA62AB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86636-9004-4AFC-8129-3DC090839E8D}"/>
      </w:docPartPr>
      <w:docPartBody>
        <w:p w:rsidR="00CD6EEC" w:rsidRDefault="003033E1" w:rsidP="003033E1">
          <w:pPr>
            <w:pStyle w:val="99137E79BB23429CAA33F91CA62AB99D"/>
          </w:pPr>
          <w:r w:rsidRPr="00326F47">
            <w:rPr>
              <w:rStyle w:val="PlaceholderText"/>
            </w:rPr>
            <w:t>Click here to enter text.</w:t>
          </w:r>
        </w:p>
      </w:docPartBody>
    </w:docPart>
    <w:docPart>
      <w:docPartPr>
        <w:name w:val="1448D68673BF46D4BC23E40348827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87D2B-E1F1-49F8-A799-E1EBE7964DDE}"/>
      </w:docPartPr>
      <w:docPartBody>
        <w:p w:rsidR="00CD6EEC" w:rsidRDefault="00CD6EEC" w:rsidP="00CD6EEC">
          <w:pPr>
            <w:pStyle w:val="1448D68673BF46D4BC23E403488271844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35F039225E02478BA64ED6A67D976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3B545-355C-4582-9D84-40AADE1DAF8C}"/>
      </w:docPartPr>
      <w:docPartBody>
        <w:p w:rsidR="00CD6EEC" w:rsidRDefault="00CD6EEC" w:rsidP="00CD6EEC">
          <w:pPr>
            <w:pStyle w:val="35F039225E02478BA64ED6A67D9762CC4"/>
          </w:pPr>
          <w:r w:rsidRPr="004C750B">
            <w:rPr>
              <w:rStyle w:val="PlaceholderText"/>
            </w:rPr>
            <w:t>Choose an item.</w:t>
          </w:r>
        </w:p>
      </w:docPartBody>
    </w:docPart>
    <w:docPart>
      <w:docPartPr>
        <w:name w:val="2DF298A49DB1478983C8DB2FAD649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60B47-1582-4CC9-99F5-861BCAE1F2F8}"/>
      </w:docPartPr>
      <w:docPartBody>
        <w:p w:rsidR="00CD6EEC" w:rsidRDefault="00CD6EEC" w:rsidP="00CD6EEC">
          <w:pPr>
            <w:pStyle w:val="2DF298A49DB1478983C8DB2FAD64981F4"/>
          </w:pPr>
          <w:r>
            <w:rPr>
              <w:rStyle w:val="PlaceholderText"/>
            </w:rPr>
            <w:t>How is this project funded?</w:t>
          </w:r>
        </w:p>
      </w:docPartBody>
    </w:docPart>
    <w:docPart>
      <w:docPartPr>
        <w:name w:val="FDDF3DBAA80F41609BED107C0C651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4C27E-B9C9-40CA-BFBF-F1BD89A6F76F}"/>
      </w:docPartPr>
      <w:docPartBody>
        <w:p w:rsidR="00CD6EEC" w:rsidRDefault="00CD6EEC" w:rsidP="00CD6EEC">
          <w:pPr>
            <w:pStyle w:val="FDDF3DBAA80F41609BED107C0C6516043"/>
          </w:pPr>
          <w:r w:rsidRPr="003C5186">
            <w:rPr>
              <w:color w:val="808080" w:themeColor="background1" w:themeShade="80"/>
            </w:rPr>
            <w:t>Enter rationale if ethics not required.</w:t>
          </w:r>
        </w:p>
      </w:docPartBody>
    </w:docPart>
    <w:docPart>
      <w:docPartPr>
        <w:name w:val="303600D15066432F98F5BBFB5C2BD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37C6EC-2942-485F-8AC7-485AB5FF60D2}"/>
      </w:docPartPr>
      <w:docPartBody>
        <w:p w:rsidR="00CD6EEC" w:rsidRDefault="00CD6EEC" w:rsidP="00CD6EEC">
          <w:pPr>
            <w:pStyle w:val="303600D15066432F98F5BBFB5C2BD0D42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5025E530397943A5A23BA4CA63DDF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8E796-5BB1-4552-BB02-FDD97F279C35}"/>
      </w:docPartPr>
      <w:docPartBody>
        <w:p w:rsidR="00CD6EEC" w:rsidRDefault="00CD6EEC" w:rsidP="00CD6EEC">
          <w:pPr>
            <w:pStyle w:val="5025E530397943A5A23BA4CA63DDF1592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9691AF6812E49C6AEFF05C35254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C1E28-E262-4E11-8759-289CC54E42C7}"/>
      </w:docPartPr>
      <w:docPartBody>
        <w:p w:rsidR="00CD6EEC" w:rsidRDefault="00CD6EEC" w:rsidP="00CD6EEC">
          <w:pPr>
            <w:pStyle w:val="E9691AF6812E49C6AEFF05C35254C3412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C7A4DBC1171F44229821D594C12BA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E9B91-E0E2-419E-96B7-8B438ABBCF36}"/>
      </w:docPartPr>
      <w:docPartBody>
        <w:p w:rsidR="00CD6EEC" w:rsidRDefault="00CD6EEC" w:rsidP="00CD6EEC">
          <w:pPr>
            <w:pStyle w:val="C7A4DBC1171F44229821D594C12BA3FD2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8DFF3230378044D89D670E17FBBB0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2F7A9-A044-48B2-A177-66FF7419F820}"/>
      </w:docPartPr>
      <w:docPartBody>
        <w:p w:rsidR="00CD6EEC" w:rsidRDefault="00CD6EEC" w:rsidP="00CD6EEC">
          <w:pPr>
            <w:pStyle w:val="8DFF3230378044D89D670E17FBBB0C462"/>
          </w:pPr>
          <w:r>
            <w:rPr>
              <w:rStyle w:val="PlaceholderText"/>
            </w:rPr>
            <w:t>Name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F32FF4CDB0EA41D3ABB8F489085C7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F7BCE-CAE1-4747-899B-4197EF5AB2A1}"/>
      </w:docPartPr>
      <w:docPartBody>
        <w:p w:rsidR="00CD6EEC" w:rsidRDefault="00CD6EEC" w:rsidP="00CD6EEC">
          <w:pPr>
            <w:pStyle w:val="F32FF4CDB0EA41D3ABB8F489085C74662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F8EB79D48F2C44119333E14C3170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27D65-267E-48FB-8718-57AB41470DF7}"/>
      </w:docPartPr>
      <w:docPartBody>
        <w:p w:rsidR="00CD6EEC" w:rsidRDefault="00CD6EEC" w:rsidP="00CD6EEC">
          <w:pPr>
            <w:pStyle w:val="F8EB79D48F2C44119333E14C3170140A2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7DBD22E924064C949D88036E9A9E1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A7B44-AA3A-48A5-9104-C869B3FDBA81}"/>
      </w:docPartPr>
      <w:docPartBody>
        <w:p w:rsidR="00CD6EEC" w:rsidRDefault="00CD6EEC" w:rsidP="00CD6EEC">
          <w:pPr>
            <w:pStyle w:val="7DBD22E924064C949D88036E9A9E15EA2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840B63FBECB44F34929A5639D279B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2755F-F070-422C-BA3B-E1407C4B9E67}"/>
      </w:docPartPr>
      <w:docPartBody>
        <w:p w:rsidR="00CD6EEC" w:rsidRDefault="00CD6EEC" w:rsidP="00CD6EEC">
          <w:pPr>
            <w:pStyle w:val="840B63FBECB44F34929A5639D279B0822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F346CF97A031473A87E383B5D1E2B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C368D-5D62-4A77-BD3E-BA645CF43941}"/>
      </w:docPartPr>
      <w:docPartBody>
        <w:p w:rsidR="00CD6EEC" w:rsidRDefault="00CD6EEC" w:rsidP="00CD6EEC">
          <w:pPr>
            <w:pStyle w:val="F346CF97A031473A87E383B5D1E2BEC42"/>
          </w:pPr>
          <w:r>
            <w:rPr>
              <w:rStyle w:val="PlaceholderText"/>
            </w:rPr>
            <w:t>Organization.</w:t>
          </w:r>
        </w:p>
      </w:docPartBody>
    </w:docPart>
    <w:docPart>
      <w:docPartPr>
        <w:name w:val="F7BCD6CE91EF4BCB9A80FC0F86870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CEFD0-9AAB-47A5-8D63-C93E9E7F12C5}"/>
      </w:docPartPr>
      <w:docPartBody>
        <w:p w:rsidR="00CD6EEC" w:rsidRDefault="00CD6EEC" w:rsidP="00CD6EEC">
          <w:pPr>
            <w:pStyle w:val="F7BCD6CE91EF4BCB9A80FC0F868704E02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B4759A1720A34E848CF6F1D10299A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651E4-B2DA-4F1E-8EF2-7304A35C5382}"/>
      </w:docPartPr>
      <w:docPartBody>
        <w:p w:rsidR="00CD6EEC" w:rsidRDefault="00CD6EEC" w:rsidP="00CD6EEC">
          <w:pPr>
            <w:pStyle w:val="B4759A1720A34E848CF6F1D10299A3F02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DE90587E4741486681EE88EE9FE8D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B8FFB-7BCD-4025-ABEC-4508C54EF39E}"/>
      </w:docPartPr>
      <w:docPartBody>
        <w:p w:rsidR="00CD6EEC" w:rsidRDefault="00CD6EEC" w:rsidP="00CD6EEC">
          <w:pPr>
            <w:pStyle w:val="DE90587E4741486681EE88EE9FE8DF882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F62D632D60334CD6BE5419F4BFC90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B3075-02DC-4B27-82F5-88C6A0B0C4A1}"/>
      </w:docPartPr>
      <w:docPartBody>
        <w:p w:rsidR="00CD6EEC" w:rsidRDefault="00CD6EEC" w:rsidP="00CD6EEC">
          <w:pPr>
            <w:pStyle w:val="F62D632D60334CD6BE5419F4BFC90D2F2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9C0A8C763D534108A5F9662CC3A42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693CA-5C52-4D27-89DB-6EAC1D265296}"/>
      </w:docPartPr>
      <w:docPartBody>
        <w:p w:rsidR="00CD6EEC" w:rsidRDefault="00CD6EEC" w:rsidP="00CD6EEC">
          <w:pPr>
            <w:pStyle w:val="9C0A8C763D534108A5F9662CC3A427DA2"/>
          </w:pPr>
          <w:r>
            <w:rPr>
              <w:rStyle w:val="PlaceholderText"/>
            </w:rPr>
            <w:t>Role in project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A4C6E333E3464035A0FD7BCF344A8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066ED-5999-4D23-9B9B-8A3C3394FCC5}"/>
      </w:docPartPr>
      <w:docPartBody>
        <w:p w:rsidR="00CD6EEC" w:rsidRDefault="00CD6EEC" w:rsidP="00CD6EEC">
          <w:pPr>
            <w:pStyle w:val="A4C6E333E3464035A0FD7BCF344A89442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294FA48475234B8FA3C745A9035AA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4C7E0-0D14-42F8-88E4-9AB7E4512FB7}"/>
      </w:docPartPr>
      <w:docPartBody>
        <w:p w:rsidR="00CD6EEC" w:rsidRDefault="00CD6EEC" w:rsidP="00CD6EEC">
          <w:pPr>
            <w:pStyle w:val="294FA48475234B8FA3C745A9035AA8CF2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286EA3F862DD43AB9DD61375649D9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218C76-1942-4694-A57F-6508057C342F}"/>
      </w:docPartPr>
      <w:docPartBody>
        <w:p w:rsidR="00CD6EEC" w:rsidRDefault="00CD6EEC" w:rsidP="00CD6EEC">
          <w:pPr>
            <w:pStyle w:val="286EA3F862DD43AB9DD61375649D90C82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2552E015D644021B4C930CF03008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C9BE2-9F35-4D56-A683-51E926CCCB55}"/>
      </w:docPartPr>
      <w:docPartBody>
        <w:p w:rsidR="00CD6EEC" w:rsidRDefault="00CD6EEC" w:rsidP="00CD6EEC">
          <w:pPr>
            <w:pStyle w:val="E2552E015D644021B4C930CF030087802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A5ED1F2516DD47A2B9122097CD722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C4EA1-DB42-4B08-8B15-34910D03D8CA}"/>
      </w:docPartPr>
      <w:docPartBody>
        <w:p w:rsidR="00CD6EEC" w:rsidRDefault="00CD6EEC" w:rsidP="00CD6EEC">
          <w:pPr>
            <w:pStyle w:val="A5ED1F2516DD47A2B9122097CD7223382"/>
          </w:pPr>
          <w:r w:rsidRPr="004C750B">
            <w:rPr>
              <w:rStyle w:val="PlaceholderText"/>
            </w:rPr>
            <w:t xml:space="preserve">Choose an </w:t>
          </w:r>
          <w:r>
            <w:rPr>
              <w:rStyle w:val="PlaceholderText"/>
            </w:rPr>
            <w:t>option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DD559BFCFB7A4F23935887CF6DE4C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E96AE-944F-4CD8-BE07-73BA29D55B4E}"/>
      </w:docPartPr>
      <w:docPartBody>
        <w:p w:rsidR="00CD6EEC" w:rsidRDefault="00CD6EEC" w:rsidP="00CD6EEC">
          <w:pPr>
            <w:pStyle w:val="DD559BFCFB7A4F23935887CF6DE4CD812"/>
          </w:pPr>
          <w:r w:rsidRPr="00195A97">
            <w:rPr>
              <w:rStyle w:val="PlaceholderText"/>
            </w:rPr>
            <w:t>Choose an item.</w:t>
          </w:r>
        </w:p>
      </w:docPartBody>
    </w:docPart>
    <w:docPart>
      <w:docPartPr>
        <w:name w:val="A7B85040E40C4FB494EF7140C8236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04A3F-BED0-4128-A279-20BBC742B3E1}"/>
      </w:docPartPr>
      <w:docPartBody>
        <w:p w:rsidR="00CD6EEC" w:rsidRDefault="00CD6EEC" w:rsidP="00CD6EEC">
          <w:pPr>
            <w:pStyle w:val="A7B85040E40C4FB494EF7140C82361351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BFE79A270F574BACBB6D8C016C2F6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FD4DA-4176-449B-A590-8C0B7094284B}"/>
      </w:docPartPr>
      <w:docPartBody>
        <w:p w:rsidR="00CD6EEC" w:rsidRDefault="00CD6EEC" w:rsidP="00CD6EEC">
          <w:pPr>
            <w:pStyle w:val="BFE79A270F574BACBB6D8C016C2F64F61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9711070E9B254B33B6D81F3F914CC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3D494-A50C-4C3B-B3B9-07E8A532C0A5}"/>
      </w:docPartPr>
      <w:docPartBody>
        <w:p w:rsidR="005B35AC" w:rsidRDefault="005B35AC" w:rsidP="005B35AC">
          <w:pPr>
            <w:pStyle w:val="9711070E9B254B33B6D81F3F914CC675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4027EA17D0F54E07B775C9D0C854B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15F8AB-F4DB-4CEE-8266-823C4708F5FC}"/>
      </w:docPartPr>
      <w:docPartBody>
        <w:p w:rsidR="005B35AC" w:rsidRDefault="005B35AC" w:rsidP="005B35AC">
          <w:pPr>
            <w:pStyle w:val="4027EA17D0F54E07B775C9D0C854B34F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E9040B9B045F41C6B3AEF28460B21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F6657-0ADC-4C5F-AB3E-99CD98A83237}"/>
      </w:docPartPr>
      <w:docPartBody>
        <w:p w:rsidR="005B35AC" w:rsidRDefault="005B35AC" w:rsidP="005B35AC">
          <w:pPr>
            <w:pStyle w:val="E9040B9B045F41C6B3AEF28460B21639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40FC3CF1CE654575A768CFBD1B9CC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57F1F-7223-4F23-9EAA-04189F62B3CC}"/>
      </w:docPartPr>
      <w:docPartBody>
        <w:p w:rsidR="005B35AC" w:rsidRDefault="005B35AC" w:rsidP="005B35AC">
          <w:pPr>
            <w:pStyle w:val="40FC3CF1CE654575A768CFBD1B9CC958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8E2C5C94E8D6437A88019D2A84E27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64375-035D-4B47-A1D9-C30ABD8F56E5}"/>
      </w:docPartPr>
      <w:docPartBody>
        <w:p w:rsidR="005B35AC" w:rsidRDefault="005B35AC" w:rsidP="005B35AC">
          <w:pPr>
            <w:pStyle w:val="8E2C5C94E8D6437A88019D2A84E27CA5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1AFE7A08A6154855A833BB33E3FCC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8E5DD-64A9-4F35-9170-E7D2EB5549F2}"/>
      </w:docPartPr>
      <w:docPartBody>
        <w:p w:rsidR="005B35AC" w:rsidRDefault="005B35AC" w:rsidP="005B35AC">
          <w:pPr>
            <w:pStyle w:val="1AFE7A08A6154855A833BB33E3FCC719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C7663D5126A94206A511C98EED7BC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5D1CE-EA51-476C-B3D7-0A48EFCD7A84}"/>
      </w:docPartPr>
      <w:docPartBody>
        <w:p w:rsidR="005B35AC" w:rsidRDefault="005B35AC" w:rsidP="005B35AC">
          <w:pPr>
            <w:pStyle w:val="C7663D5126A94206A511C98EED7BCC1C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57716E369D534F41BB318D403477F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45107-4436-484F-A9AC-3877A3BA779A}"/>
      </w:docPartPr>
      <w:docPartBody>
        <w:p w:rsidR="005B35AC" w:rsidRDefault="005B35AC" w:rsidP="005B35AC">
          <w:pPr>
            <w:pStyle w:val="57716E369D534F41BB318D403477F1E7"/>
          </w:pPr>
          <w:r w:rsidRPr="004C750B">
            <w:rPr>
              <w:rStyle w:val="PlaceholderText"/>
            </w:rPr>
            <w:t>Click here to enter text.</w:t>
          </w:r>
        </w:p>
      </w:docPartBody>
    </w:docPart>
    <w:docPart>
      <w:docPartPr>
        <w:name w:val="FC36273CB8B7446497596B1D7C3B3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EDF9B-B0DB-4757-9F6A-5F494AED7388}"/>
      </w:docPartPr>
      <w:docPartBody>
        <w:p w:rsidR="005B35AC" w:rsidRDefault="005B35AC" w:rsidP="005B35AC">
          <w:pPr>
            <w:pStyle w:val="FC36273CB8B7446497596B1D7C3B30DD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555BE605639541888EF5FD30B3C8A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B2325-A4C4-4EAA-969A-77D232766195}"/>
      </w:docPartPr>
      <w:docPartBody>
        <w:p w:rsidR="005B35AC" w:rsidRDefault="005B35AC" w:rsidP="005B35AC">
          <w:pPr>
            <w:pStyle w:val="555BE605639541888EF5FD30B3C8AD1F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C55D996AF9914181AE83FFCC9FFC0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B32CE-2432-496C-B61F-44131B85156F}"/>
      </w:docPartPr>
      <w:docPartBody>
        <w:p w:rsidR="005B35AC" w:rsidRDefault="005B35AC" w:rsidP="005B35AC">
          <w:pPr>
            <w:pStyle w:val="C55D996AF9914181AE83FFCC9FFC0D9B"/>
          </w:pPr>
          <w:r w:rsidRPr="004C750B">
            <w:rPr>
              <w:rStyle w:val="PlaceholderText"/>
            </w:rPr>
            <w:t>Click here to enter text.</w:t>
          </w:r>
        </w:p>
      </w:docPartBody>
    </w:docPart>
    <w:docPart>
      <w:docPartPr>
        <w:name w:val="62FF72BEF92E4E4AA59109947EDFA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CDD58-C09B-4C82-A771-376718E70D96}"/>
      </w:docPartPr>
      <w:docPartBody>
        <w:p w:rsidR="005B35AC" w:rsidRDefault="005B35AC" w:rsidP="005B35AC">
          <w:pPr>
            <w:pStyle w:val="62FF72BEF92E4E4AA59109947EDFADC2"/>
          </w:pPr>
          <w:r w:rsidRPr="004C750B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text</w:t>
          </w:r>
          <w:r w:rsidRPr="004C750B">
            <w:rPr>
              <w:rStyle w:val="PlaceholderText"/>
            </w:rPr>
            <w:t>.</w:t>
          </w:r>
        </w:p>
      </w:docPartBody>
    </w:docPart>
    <w:docPart>
      <w:docPartPr>
        <w:name w:val="CF7AF765A83545CF8F4F28EDE926C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192B7-16F7-4332-8610-609AAF4B485B}"/>
      </w:docPartPr>
      <w:docPartBody>
        <w:p w:rsidR="00B14FD9" w:rsidRDefault="005B35AC" w:rsidP="005B35AC">
          <w:pPr>
            <w:pStyle w:val="CF7AF765A83545CF8F4F28EDE926C7DB"/>
          </w:pPr>
          <w:r w:rsidRPr="004C750B">
            <w:rPr>
              <w:rStyle w:val="PlaceholderText"/>
            </w:rPr>
            <w:t>Click here to enter text.</w:t>
          </w:r>
        </w:p>
      </w:docPartBody>
    </w:docPart>
    <w:docPart>
      <w:docPartPr>
        <w:name w:val="FF31CD5B0CE94099A04C0F1799097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8EB33-AA5A-404D-8BDA-50C9262FF0EA}"/>
      </w:docPartPr>
      <w:docPartBody>
        <w:p w:rsidR="00B14FD9" w:rsidRDefault="005B35AC" w:rsidP="005B35AC">
          <w:pPr>
            <w:pStyle w:val="FF31CD5B0CE94099A04C0F1799097D99"/>
          </w:pPr>
          <w:r w:rsidRPr="004C750B">
            <w:rPr>
              <w:rStyle w:val="PlaceholderText"/>
            </w:rPr>
            <w:t>Click here to enter text.</w:t>
          </w:r>
        </w:p>
      </w:docPartBody>
    </w:docPart>
    <w:docPart>
      <w:docPartPr>
        <w:name w:val="C13BA25DD79C48C1BA401A591E8A3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227D1-615F-4D35-AE60-104241AEB4D5}"/>
      </w:docPartPr>
      <w:docPartBody>
        <w:p w:rsidR="00AE7C5C" w:rsidRDefault="0062269B" w:rsidP="0062269B">
          <w:pPr>
            <w:pStyle w:val="C13BA25DD79C48C1BA401A591E8A3D21"/>
          </w:pPr>
          <w:r w:rsidRPr="004C750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E1"/>
    <w:rsid w:val="003033E1"/>
    <w:rsid w:val="005B35AC"/>
    <w:rsid w:val="0062269B"/>
    <w:rsid w:val="007504BC"/>
    <w:rsid w:val="00AE7C5C"/>
    <w:rsid w:val="00B14FD9"/>
    <w:rsid w:val="00CD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2269B"/>
    <w:rPr>
      <w:color w:val="808080"/>
    </w:rPr>
  </w:style>
  <w:style w:type="paragraph" w:customStyle="1" w:styleId="B1A3220287FA4F01B57B82B8C0C38511">
    <w:name w:val="B1A3220287FA4F01B57B82B8C0C38511"/>
    <w:rsid w:val="003033E1"/>
  </w:style>
  <w:style w:type="paragraph" w:customStyle="1" w:styleId="573216DCF0A44CB6B8B817360E75D145">
    <w:name w:val="573216DCF0A44CB6B8B817360E75D145"/>
    <w:rsid w:val="003033E1"/>
  </w:style>
  <w:style w:type="paragraph" w:customStyle="1" w:styleId="7BF4CF33A4BC43DB84FFA72484731685">
    <w:name w:val="7BF4CF33A4BC43DB84FFA72484731685"/>
    <w:rsid w:val="003033E1"/>
  </w:style>
  <w:style w:type="paragraph" w:customStyle="1" w:styleId="111F8E58C56A4C39BF92C4FF85D8A88D">
    <w:name w:val="111F8E58C56A4C39BF92C4FF85D8A88D"/>
    <w:rsid w:val="003033E1"/>
  </w:style>
  <w:style w:type="paragraph" w:customStyle="1" w:styleId="8B3EB2572FF74BDDBDE32BACE5CADC0F">
    <w:name w:val="8B3EB2572FF74BDDBDE32BACE5CADC0F"/>
    <w:rsid w:val="003033E1"/>
  </w:style>
  <w:style w:type="paragraph" w:customStyle="1" w:styleId="0597486B82EC4C81A3D230C6169EE0FA">
    <w:name w:val="0597486B82EC4C81A3D230C6169EE0FA"/>
    <w:rsid w:val="003033E1"/>
  </w:style>
  <w:style w:type="paragraph" w:customStyle="1" w:styleId="20F9E5D95B6B476580E4AACA6B4DC4CE">
    <w:name w:val="20F9E5D95B6B476580E4AACA6B4DC4CE"/>
    <w:rsid w:val="003033E1"/>
  </w:style>
  <w:style w:type="paragraph" w:customStyle="1" w:styleId="EDD5451013164E8A867362E957E6D35E">
    <w:name w:val="EDD5451013164E8A867362E957E6D35E"/>
    <w:rsid w:val="003033E1"/>
  </w:style>
  <w:style w:type="paragraph" w:customStyle="1" w:styleId="52BE7F9650D34B9689F39493E0C0B4DF">
    <w:name w:val="52BE7F9650D34B9689F39493E0C0B4DF"/>
    <w:rsid w:val="003033E1"/>
  </w:style>
  <w:style w:type="paragraph" w:customStyle="1" w:styleId="BA4EF20730CF46CEBFCC563EE2337D03">
    <w:name w:val="BA4EF20730CF46CEBFCC563EE2337D03"/>
    <w:rsid w:val="003033E1"/>
  </w:style>
  <w:style w:type="paragraph" w:customStyle="1" w:styleId="F58E4A59F0AF4C2E8A79D9DA32439DF6">
    <w:name w:val="F58E4A59F0AF4C2E8A79D9DA32439DF6"/>
    <w:rsid w:val="003033E1"/>
  </w:style>
  <w:style w:type="paragraph" w:customStyle="1" w:styleId="D784389484E14A1C955AF1B82CA4ED8A">
    <w:name w:val="D784389484E14A1C955AF1B82CA4ED8A"/>
    <w:rsid w:val="003033E1"/>
  </w:style>
  <w:style w:type="paragraph" w:customStyle="1" w:styleId="B9144F0846F54EC3A3CDBF5C4C42D4AF">
    <w:name w:val="B9144F0846F54EC3A3CDBF5C4C42D4AF"/>
    <w:rsid w:val="003033E1"/>
  </w:style>
  <w:style w:type="paragraph" w:customStyle="1" w:styleId="B1A3220287FA4F01B57B82B8C0C385111">
    <w:name w:val="B1A3220287FA4F01B57B82B8C0C38511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1">
    <w:name w:val="573216DCF0A44CB6B8B817360E75D145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1">
    <w:name w:val="20F9E5D95B6B476580E4AACA6B4DC4CE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1">
    <w:name w:val="7BF4CF33A4BC43DB84FFA72484731685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1">
    <w:name w:val="111F8E58C56A4C39BF92C4FF85D8A88D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1">
    <w:name w:val="EDD5451013164E8A867362E957E6D35E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1">
    <w:name w:val="8B3EB2572FF74BDDBDE32BACE5CADC0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1">
    <w:name w:val="0597486B82EC4C81A3D230C6169EE0FA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1">
    <w:name w:val="52BE7F9650D34B9689F39493E0C0B4D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1">
    <w:name w:val="BA4EF20730CF46CEBFCC563EE2337D03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1">
    <w:name w:val="F58E4A59F0AF4C2E8A79D9DA32439DF6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1">
    <w:name w:val="D784389484E14A1C955AF1B82CA4ED8A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">
    <w:name w:val="E2A64421F6494F46A358EC75F2AF45BC"/>
    <w:rsid w:val="003033E1"/>
  </w:style>
  <w:style w:type="paragraph" w:customStyle="1" w:styleId="9994DB7252C7452B9622BC2F534D7C1D">
    <w:name w:val="9994DB7252C7452B9622BC2F534D7C1D"/>
    <w:rsid w:val="003033E1"/>
  </w:style>
  <w:style w:type="paragraph" w:customStyle="1" w:styleId="1FECE690E4274EFE966DBF297E4C5CAF">
    <w:name w:val="1FECE690E4274EFE966DBF297E4C5CAF"/>
    <w:rsid w:val="003033E1"/>
  </w:style>
  <w:style w:type="paragraph" w:customStyle="1" w:styleId="99137E79BB23429CAA33F91CA62AB99D">
    <w:name w:val="99137E79BB23429CAA33F91CA62AB99D"/>
    <w:rsid w:val="003033E1"/>
  </w:style>
  <w:style w:type="paragraph" w:customStyle="1" w:styleId="B1A3220287FA4F01B57B82B8C0C385112">
    <w:name w:val="B1A3220287FA4F01B57B82B8C0C38511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2">
    <w:name w:val="573216DCF0A44CB6B8B817360E75D145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2">
    <w:name w:val="20F9E5D95B6B476580E4AACA6B4DC4CE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2">
    <w:name w:val="7BF4CF33A4BC43DB84FFA72484731685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2">
    <w:name w:val="111F8E58C56A4C39BF92C4FF85D8A88D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2">
    <w:name w:val="EDD5451013164E8A867362E957E6D35E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2">
    <w:name w:val="8B3EB2572FF74BDDBDE32BACE5CADC0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2">
    <w:name w:val="0597486B82EC4C81A3D230C6169EE0FA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2">
    <w:name w:val="52BE7F9650D34B9689F39493E0C0B4D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2">
    <w:name w:val="BA4EF20730CF46CEBFCC563EE2337D03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2">
    <w:name w:val="F58E4A59F0AF4C2E8A79D9DA32439DF6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2">
    <w:name w:val="D784389484E14A1C955AF1B82CA4ED8A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1">
    <w:name w:val="E2A64421F6494F46A358EC75F2AF45BC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1">
    <w:name w:val="9994DB7252C7452B9622BC2F534D7C1D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">
    <w:name w:val="1448D68673BF46D4BC23E40348827184"/>
    <w:rsid w:val="003033E1"/>
  </w:style>
  <w:style w:type="paragraph" w:customStyle="1" w:styleId="35F039225E02478BA64ED6A67D9762CC">
    <w:name w:val="35F039225E02478BA64ED6A67D9762CC"/>
    <w:rsid w:val="003033E1"/>
  </w:style>
  <w:style w:type="paragraph" w:customStyle="1" w:styleId="2DF298A49DB1478983C8DB2FAD64981F">
    <w:name w:val="2DF298A49DB1478983C8DB2FAD64981F"/>
    <w:rsid w:val="003033E1"/>
  </w:style>
  <w:style w:type="paragraph" w:customStyle="1" w:styleId="FDDF3DBAA80F41609BED107C0C651604">
    <w:name w:val="FDDF3DBAA80F41609BED107C0C651604"/>
    <w:rsid w:val="003033E1"/>
  </w:style>
  <w:style w:type="paragraph" w:customStyle="1" w:styleId="B1A3220287FA4F01B57B82B8C0C385113">
    <w:name w:val="B1A3220287FA4F01B57B82B8C0C38511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3">
    <w:name w:val="573216DCF0A44CB6B8B817360E75D145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3">
    <w:name w:val="20F9E5D95B6B476580E4AACA6B4DC4CE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3">
    <w:name w:val="7BF4CF33A4BC43DB84FFA72484731685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3">
    <w:name w:val="111F8E58C56A4C39BF92C4FF85D8A88D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3">
    <w:name w:val="EDD5451013164E8A867362E957E6D35E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3">
    <w:name w:val="8B3EB2572FF74BDDBDE32BACE5CADC0F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3">
    <w:name w:val="0597486B82EC4C81A3D230C6169EE0FA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3">
    <w:name w:val="52BE7F9650D34B9689F39493E0C0B4DF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3">
    <w:name w:val="BA4EF20730CF46CEBFCC563EE2337D03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3">
    <w:name w:val="F58E4A59F0AF4C2E8A79D9DA32439DF6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3">
    <w:name w:val="D784389484E14A1C955AF1B82CA4ED8A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2">
    <w:name w:val="E2A64421F6494F46A358EC75F2AF45BC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2">
    <w:name w:val="9994DB7252C7452B9622BC2F534D7C1D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1">
    <w:name w:val="1448D68673BF46D4BC23E40348827184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1">
    <w:name w:val="35F039225E02478BA64ED6A67D9762CC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1">
    <w:name w:val="2DF298A49DB1478983C8DB2FAD64981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1A3220287FA4F01B57B82B8C0C385114">
    <w:name w:val="B1A3220287FA4F01B57B82B8C0C38511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4">
    <w:name w:val="573216DCF0A44CB6B8B817360E75D145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4">
    <w:name w:val="20F9E5D95B6B476580E4AACA6B4DC4CE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4">
    <w:name w:val="7BF4CF33A4BC43DB84FFA72484731685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4">
    <w:name w:val="111F8E58C56A4C39BF92C4FF85D8A88D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4">
    <w:name w:val="EDD5451013164E8A867362E957E6D35E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4">
    <w:name w:val="8B3EB2572FF74BDDBDE32BACE5CADC0F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4">
    <w:name w:val="0597486B82EC4C81A3D230C6169EE0FA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4">
    <w:name w:val="52BE7F9650D34B9689F39493E0C0B4DF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4">
    <w:name w:val="BA4EF20730CF46CEBFCC563EE2337D03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4">
    <w:name w:val="F58E4A59F0AF4C2E8A79D9DA32439DF6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4">
    <w:name w:val="D784389484E14A1C955AF1B82CA4ED8A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3">
    <w:name w:val="E2A64421F6494F46A358EC75F2AF45BC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3">
    <w:name w:val="9994DB7252C7452B9622BC2F534D7C1D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2">
    <w:name w:val="1448D68673BF46D4BC23E40348827184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2">
    <w:name w:val="35F039225E02478BA64ED6A67D9762CC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1">
    <w:name w:val="FDDF3DBAA80F41609BED107C0C651604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2">
    <w:name w:val="2DF298A49DB1478983C8DB2FAD64981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560857BE4154A9F8E0125A58AEB2901">
    <w:name w:val="5560857BE4154A9F8E0125A58AEB2901"/>
    <w:rsid w:val="003033E1"/>
  </w:style>
  <w:style w:type="paragraph" w:customStyle="1" w:styleId="303600D15066432F98F5BBFB5C2BD0D4">
    <w:name w:val="303600D15066432F98F5BBFB5C2BD0D4"/>
    <w:rsid w:val="003033E1"/>
  </w:style>
  <w:style w:type="paragraph" w:customStyle="1" w:styleId="5025E530397943A5A23BA4CA63DDF159">
    <w:name w:val="5025E530397943A5A23BA4CA63DDF159"/>
    <w:rsid w:val="003033E1"/>
  </w:style>
  <w:style w:type="paragraph" w:customStyle="1" w:styleId="E9691AF6812E49C6AEFF05C35254C341">
    <w:name w:val="E9691AF6812E49C6AEFF05C35254C341"/>
    <w:rsid w:val="003033E1"/>
  </w:style>
  <w:style w:type="paragraph" w:customStyle="1" w:styleId="C7A4DBC1171F44229821D594C12BA3FD">
    <w:name w:val="C7A4DBC1171F44229821D594C12BA3FD"/>
    <w:rsid w:val="003033E1"/>
  </w:style>
  <w:style w:type="paragraph" w:customStyle="1" w:styleId="8DFF3230378044D89D670E17FBBB0C46">
    <w:name w:val="8DFF3230378044D89D670E17FBBB0C46"/>
    <w:rsid w:val="003033E1"/>
  </w:style>
  <w:style w:type="paragraph" w:customStyle="1" w:styleId="F32FF4CDB0EA41D3ABB8F489085C7466">
    <w:name w:val="F32FF4CDB0EA41D3ABB8F489085C7466"/>
    <w:rsid w:val="003033E1"/>
  </w:style>
  <w:style w:type="paragraph" w:customStyle="1" w:styleId="F8EB79D48F2C44119333E14C3170140A">
    <w:name w:val="F8EB79D48F2C44119333E14C3170140A"/>
    <w:rsid w:val="003033E1"/>
  </w:style>
  <w:style w:type="paragraph" w:customStyle="1" w:styleId="7DBD22E924064C949D88036E9A9E15EA">
    <w:name w:val="7DBD22E924064C949D88036E9A9E15EA"/>
    <w:rsid w:val="003033E1"/>
  </w:style>
  <w:style w:type="paragraph" w:customStyle="1" w:styleId="840B63FBECB44F34929A5639D279B082">
    <w:name w:val="840B63FBECB44F34929A5639D279B082"/>
    <w:rsid w:val="003033E1"/>
  </w:style>
  <w:style w:type="paragraph" w:customStyle="1" w:styleId="F346CF97A031473A87E383B5D1E2BEC4">
    <w:name w:val="F346CF97A031473A87E383B5D1E2BEC4"/>
    <w:rsid w:val="003033E1"/>
  </w:style>
  <w:style w:type="paragraph" w:customStyle="1" w:styleId="F7BCD6CE91EF4BCB9A80FC0F868704E0">
    <w:name w:val="F7BCD6CE91EF4BCB9A80FC0F868704E0"/>
    <w:rsid w:val="003033E1"/>
  </w:style>
  <w:style w:type="paragraph" w:customStyle="1" w:styleId="B4759A1720A34E848CF6F1D10299A3F0">
    <w:name w:val="B4759A1720A34E848CF6F1D10299A3F0"/>
    <w:rsid w:val="003033E1"/>
  </w:style>
  <w:style w:type="paragraph" w:customStyle="1" w:styleId="DE90587E4741486681EE88EE9FE8DF88">
    <w:name w:val="DE90587E4741486681EE88EE9FE8DF88"/>
    <w:rsid w:val="003033E1"/>
  </w:style>
  <w:style w:type="paragraph" w:customStyle="1" w:styleId="F62D632D60334CD6BE5419F4BFC90D2F">
    <w:name w:val="F62D632D60334CD6BE5419F4BFC90D2F"/>
    <w:rsid w:val="003033E1"/>
  </w:style>
  <w:style w:type="paragraph" w:customStyle="1" w:styleId="9C0A8C763D534108A5F9662CC3A427DA">
    <w:name w:val="9C0A8C763D534108A5F9662CC3A427DA"/>
    <w:rsid w:val="003033E1"/>
  </w:style>
  <w:style w:type="paragraph" w:customStyle="1" w:styleId="A4C6E333E3464035A0FD7BCF344A8944">
    <w:name w:val="A4C6E333E3464035A0FD7BCF344A8944"/>
    <w:rsid w:val="003033E1"/>
  </w:style>
  <w:style w:type="paragraph" w:customStyle="1" w:styleId="294FA48475234B8FA3C745A9035AA8CF">
    <w:name w:val="294FA48475234B8FA3C745A9035AA8CF"/>
    <w:rsid w:val="003033E1"/>
  </w:style>
  <w:style w:type="paragraph" w:customStyle="1" w:styleId="286EA3F862DD43AB9DD61375649D90C8">
    <w:name w:val="286EA3F862DD43AB9DD61375649D90C8"/>
    <w:rsid w:val="003033E1"/>
  </w:style>
  <w:style w:type="paragraph" w:customStyle="1" w:styleId="E2552E015D644021B4C930CF03008780">
    <w:name w:val="E2552E015D644021B4C930CF03008780"/>
    <w:rsid w:val="003033E1"/>
  </w:style>
  <w:style w:type="paragraph" w:customStyle="1" w:styleId="A5ED1F2516DD47A2B9122097CD722338">
    <w:name w:val="A5ED1F2516DD47A2B9122097CD722338"/>
    <w:rsid w:val="003033E1"/>
  </w:style>
  <w:style w:type="paragraph" w:customStyle="1" w:styleId="1258A9AC21C94F5E8ACAF498CB279317">
    <w:name w:val="1258A9AC21C94F5E8ACAF498CB279317"/>
    <w:rsid w:val="003033E1"/>
  </w:style>
  <w:style w:type="paragraph" w:customStyle="1" w:styleId="987D1E020A484B648D7619DD57AC2103">
    <w:name w:val="987D1E020A484B648D7619DD57AC2103"/>
    <w:rsid w:val="003033E1"/>
  </w:style>
  <w:style w:type="paragraph" w:customStyle="1" w:styleId="DD559BFCFB7A4F23935887CF6DE4CD81">
    <w:name w:val="DD559BFCFB7A4F23935887CF6DE4CD81"/>
    <w:rsid w:val="00CD6EEC"/>
  </w:style>
  <w:style w:type="paragraph" w:customStyle="1" w:styleId="B1A3220287FA4F01B57B82B8C0C385115">
    <w:name w:val="B1A3220287FA4F01B57B82B8C0C38511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5">
    <w:name w:val="573216DCF0A44CB6B8B817360E75D145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5">
    <w:name w:val="20F9E5D95B6B476580E4AACA6B4DC4CE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5">
    <w:name w:val="7BF4CF33A4BC43DB84FFA72484731685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5">
    <w:name w:val="111F8E58C56A4C39BF92C4FF85D8A88D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5">
    <w:name w:val="EDD5451013164E8A867362E957E6D35E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5">
    <w:name w:val="8B3EB2572FF74BDDBDE32BACE5CADC0F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5">
    <w:name w:val="0597486B82EC4C81A3D230C6169EE0FA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5">
    <w:name w:val="52BE7F9650D34B9689F39493E0C0B4DF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5">
    <w:name w:val="BA4EF20730CF46CEBFCC563EE2337D03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5">
    <w:name w:val="F58E4A59F0AF4C2E8A79D9DA32439DF6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5">
    <w:name w:val="D784389484E14A1C955AF1B82CA4ED8A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4">
    <w:name w:val="E2A64421F6494F46A358EC75F2AF45BC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4">
    <w:name w:val="9994DB7252C7452B9622BC2F534D7C1D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3">
    <w:name w:val="1448D68673BF46D4BC23E40348827184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3">
    <w:name w:val="35F039225E02478BA64ED6A67D9762CC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2">
    <w:name w:val="FDDF3DBAA80F41609BED107C0C65160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3">
    <w:name w:val="2DF298A49DB1478983C8DB2FAD64981F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1">
    <w:name w:val="DD559BFCFB7A4F23935887CF6DE4CD81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1">
    <w:name w:val="303600D15066432F98F5BBFB5C2BD0D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1">
    <w:name w:val="F32FF4CDB0EA41D3ABB8F489085C746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1">
    <w:name w:val="F7BCD6CE91EF4BCB9A80FC0F868704E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1">
    <w:name w:val="A4C6E333E3464035A0FD7BCF344A894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1">
    <w:name w:val="5025E530397943A5A23BA4CA63DDF159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1">
    <w:name w:val="F8EB79D48F2C44119333E14C3170140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1">
    <w:name w:val="B4759A1720A34E848CF6F1D10299A3F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1">
    <w:name w:val="294FA48475234B8FA3C745A9035AA8CF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1">
    <w:name w:val="E9691AF6812E49C6AEFF05C35254C341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1">
    <w:name w:val="7DBD22E924064C949D88036E9A9E15E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1">
    <w:name w:val="DE90587E4741486681EE88EE9FE8DF8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1">
    <w:name w:val="286EA3F862DD43AB9DD61375649D90C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1">
    <w:name w:val="C7A4DBC1171F44229821D594C12BA3FD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1">
    <w:name w:val="840B63FBECB44F34929A5639D279B082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1">
    <w:name w:val="F62D632D60334CD6BE5419F4BFC90D2F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1">
    <w:name w:val="E2552E015D644021B4C930CF0300878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1">
    <w:name w:val="8DFF3230378044D89D670E17FBBB0C4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1">
    <w:name w:val="F346CF97A031473A87E383B5D1E2BEC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1">
    <w:name w:val="9C0A8C763D534108A5F9662CC3A427D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1">
    <w:name w:val="A5ED1F2516DD47A2B9122097CD72233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258A9AC21C94F5E8ACAF498CB2793171">
    <w:name w:val="1258A9AC21C94F5E8ACAF498CB279317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87D1E020A484B648D7619DD57AC21031">
    <w:name w:val="987D1E020A484B648D7619DD57AC2103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">
    <w:name w:val="A7B85040E40C4FB494EF7140C8236135"/>
    <w:rsid w:val="00CD6EEC"/>
  </w:style>
  <w:style w:type="paragraph" w:customStyle="1" w:styleId="BFE79A270F574BACBB6D8C016C2F64F6">
    <w:name w:val="BFE79A270F574BACBB6D8C016C2F64F6"/>
    <w:rsid w:val="00CD6EEC"/>
  </w:style>
  <w:style w:type="paragraph" w:customStyle="1" w:styleId="B1A3220287FA4F01B57B82B8C0C385116">
    <w:name w:val="B1A3220287FA4F01B57B82B8C0C38511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6">
    <w:name w:val="573216DCF0A44CB6B8B817360E75D145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6">
    <w:name w:val="20F9E5D95B6B476580E4AACA6B4DC4CE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1">
    <w:name w:val="A7B85040E40C4FB494EF7140C8236135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FE79A270F574BACBB6D8C016C2F64F61">
    <w:name w:val="BFE79A270F574BACBB6D8C016C2F64F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6">
    <w:name w:val="111F8E58C56A4C39BF92C4FF85D8A88D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6">
    <w:name w:val="EDD5451013164E8A867362E957E6D35E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6">
    <w:name w:val="8B3EB2572FF74BDDBDE32BACE5CADC0F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6">
    <w:name w:val="0597486B82EC4C81A3D230C6169EE0FA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6">
    <w:name w:val="52BE7F9650D34B9689F39493E0C0B4DF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6">
    <w:name w:val="BA4EF20730CF46CEBFCC563EE2337D03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6">
    <w:name w:val="F58E4A59F0AF4C2E8A79D9DA32439DF6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6">
    <w:name w:val="D784389484E14A1C955AF1B82CA4ED8A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5">
    <w:name w:val="E2A64421F6494F46A358EC75F2AF45BC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5">
    <w:name w:val="9994DB7252C7452B9622BC2F534D7C1D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4">
    <w:name w:val="1448D68673BF46D4BC23E40348827184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4">
    <w:name w:val="35F039225E02478BA64ED6A67D9762CC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3">
    <w:name w:val="FDDF3DBAA80F41609BED107C0C651604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4">
    <w:name w:val="2DF298A49DB1478983C8DB2FAD64981F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2">
    <w:name w:val="DD559BFCFB7A4F23935887CF6DE4CD81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2">
    <w:name w:val="303600D15066432F98F5BBFB5C2BD0D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2">
    <w:name w:val="F32FF4CDB0EA41D3ABB8F489085C7466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2">
    <w:name w:val="F7BCD6CE91EF4BCB9A80FC0F868704E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2">
    <w:name w:val="A4C6E333E3464035A0FD7BCF344A894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2">
    <w:name w:val="5025E530397943A5A23BA4CA63DDF159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2">
    <w:name w:val="F8EB79D48F2C44119333E14C3170140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2">
    <w:name w:val="B4759A1720A34E848CF6F1D10299A3F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2">
    <w:name w:val="294FA48475234B8FA3C745A9035AA8CF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2">
    <w:name w:val="E9691AF6812E49C6AEFF05C35254C341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2">
    <w:name w:val="7DBD22E924064C949D88036E9A9E15E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2">
    <w:name w:val="DE90587E4741486681EE88EE9FE8DF8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2">
    <w:name w:val="286EA3F862DD43AB9DD61375649D90C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2">
    <w:name w:val="C7A4DBC1171F44229821D594C12BA3FD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2">
    <w:name w:val="840B63FBECB44F34929A5639D279B082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2">
    <w:name w:val="F62D632D60334CD6BE5419F4BFC90D2F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2">
    <w:name w:val="E2552E015D644021B4C930CF0300878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2">
    <w:name w:val="8DFF3230378044D89D670E17FBBB0C46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2">
    <w:name w:val="F346CF97A031473A87E383B5D1E2BEC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2">
    <w:name w:val="9C0A8C763D534108A5F9662CC3A427D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2">
    <w:name w:val="A5ED1F2516DD47A2B9122097CD72233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258A9AC21C94F5E8ACAF498CB2793172">
    <w:name w:val="1258A9AC21C94F5E8ACAF498CB279317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87D1E020A484B648D7619DD57AC21032">
    <w:name w:val="987D1E020A484B648D7619DD57AC2103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711070E9B254B33B6D81F3F914CC675">
    <w:name w:val="9711070E9B254B33B6D81F3F914CC675"/>
    <w:rsid w:val="005B35AC"/>
  </w:style>
  <w:style w:type="paragraph" w:customStyle="1" w:styleId="4027EA17D0F54E07B775C9D0C854B34F">
    <w:name w:val="4027EA17D0F54E07B775C9D0C854B34F"/>
    <w:rsid w:val="005B35AC"/>
  </w:style>
  <w:style w:type="paragraph" w:customStyle="1" w:styleId="A7105BD78F214F45A2EAA5C6759EE816">
    <w:name w:val="A7105BD78F214F45A2EAA5C6759EE816"/>
    <w:rsid w:val="005B35AC"/>
  </w:style>
  <w:style w:type="paragraph" w:customStyle="1" w:styleId="638659AA83C8442EA04FB18854B3BB2E">
    <w:name w:val="638659AA83C8442EA04FB18854B3BB2E"/>
    <w:rsid w:val="005B35AC"/>
  </w:style>
  <w:style w:type="paragraph" w:customStyle="1" w:styleId="5830A4F33DDD4BFEBAB5552C2F19619A">
    <w:name w:val="5830A4F33DDD4BFEBAB5552C2F19619A"/>
    <w:rsid w:val="005B35AC"/>
  </w:style>
  <w:style w:type="paragraph" w:customStyle="1" w:styleId="DACAFAC88E954F8E88C796F241E86BD2">
    <w:name w:val="DACAFAC88E954F8E88C796F241E86BD2"/>
    <w:rsid w:val="005B35AC"/>
  </w:style>
  <w:style w:type="paragraph" w:customStyle="1" w:styleId="B87EA54C78B9497C84A0CFD94003E739">
    <w:name w:val="B87EA54C78B9497C84A0CFD94003E739"/>
    <w:rsid w:val="005B35AC"/>
  </w:style>
  <w:style w:type="paragraph" w:customStyle="1" w:styleId="D4A10368D4FF4C84AE327B400B35CBAE">
    <w:name w:val="D4A10368D4FF4C84AE327B400B35CBAE"/>
    <w:rsid w:val="005B35AC"/>
  </w:style>
  <w:style w:type="paragraph" w:customStyle="1" w:styleId="3C214CCF39C14018A0123C05858D98C8">
    <w:name w:val="3C214CCF39C14018A0123C05858D98C8"/>
    <w:rsid w:val="005B35AC"/>
  </w:style>
  <w:style w:type="paragraph" w:customStyle="1" w:styleId="E9040B9B045F41C6B3AEF28460B21639">
    <w:name w:val="E9040B9B045F41C6B3AEF28460B21639"/>
    <w:rsid w:val="005B35AC"/>
  </w:style>
  <w:style w:type="paragraph" w:customStyle="1" w:styleId="40FC3CF1CE654575A768CFBD1B9CC958">
    <w:name w:val="40FC3CF1CE654575A768CFBD1B9CC958"/>
    <w:rsid w:val="005B35AC"/>
  </w:style>
  <w:style w:type="paragraph" w:customStyle="1" w:styleId="24F627DCB9804C66B64926CE3AD88DCD">
    <w:name w:val="24F627DCB9804C66B64926CE3AD88DCD"/>
    <w:rsid w:val="005B35AC"/>
  </w:style>
  <w:style w:type="paragraph" w:customStyle="1" w:styleId="C50CD98AB85D455AA571502DEB1C4823">
    <w:name w:val="C50CD98AB85D455AA571502DEB1C4823"/>
    <w:rsid w:val="005B35AC"/>
  </w:style>
  <w:style w:type="paragraph" w:customStyle="1" w:styleId="2CA3CCA742E946078DA9BE7AF3B75810">
    <w:name w:val="2CA3CCA742E946078DA9BE7AF3B75810"/>
    <w:rsid w:val="005B35AC"/>
  </w:style>
  <w:style w:type="paragraph" w:customStyle="1" w:styleId="E970858BBCCB438887AE790321439474">
    <w:name w:val="E970858BBCCB438887AE790321439474"/>
    <w:rsid w:val="005B35AC"/>
  </w:style>
  <w:style w:type="paragraph" w:customStyle="1" w:styleId="888A48271B4A4B729C7187A51DB287D8">
    <w:name w:val="888A48271B4A4B729C7187A51DB287D8"/>
    <w:rsid w:val="005B35AC"/>
  </w:style>
  <w:style w:type="paragraph" w:customStyle="1" w:styleId="701128B9956245308CEEE568C1E64D4A">
    <w:name w:val="701128B9956245308CEEE568C1E64D4A"/>
    <w:rsid w:val="005B35AC"/>
  </w:style>
  <w:style w:type="paragraph" w:customStyle="1" w:styleId="C9A56B28904442368C4342AE9B425F8D">
    <w:name w:val="C9A56B28904442368C4342AE9B425F8D"/>
    <w:rsid w:val="005B35AC"/>
  </w:style>
  <w:style w:type="paragraph" w:customStyle="1" w:styleId="6E87C800F05C462A8B1D399D703C2C5C">
    <w:name w:val="6E87C800F05C462A8B1D399D703C2C5C"/>
    <w:rsid w:val="005B35AC"/>
  </w:style>
  <w:style w:type="paragraph" w:customStyle="1" w:styleId="C2B42C6D160B41C5B10B408C91A1F9F1">
    <w:name w:val="C2B42C6D160B41C5B10B408C91A1F9F1"/>
    <w:rsid w:val="005B35AC"/>
  </w:style>
  <w:style w:type="paragraph" w:customStyle="1" w:styleId="3D8B9263BE244D8AAA329662D411D212">
    <w:name w:val="3D8B9263BE244D8AAA329662D411D212"/>
    <w:rsid w:val="005B35AC"/>
  </w:style>
  <w:style w:type="paragraph" w:customStyle="1" w:styleId="5308F8607F694EE2847750F17638E87A">
    <w:name w:val="5308F8607F694EE2847750F17638E87A"/>
    <w:rsid w:val="005B35AC"/>
  </w:style>
  <w:style w:type="paragraph" w:customStyle="1" w:styleId="F8CDEE603E844C63AAE3A79C8EDC54D6">
    <w:name w:val="F8CDEE603E844C63AAE3A79C8EDC54D6"/>
    <w:rsid w:val="005B35AC"/>
  </w:style>
  <w:style w:type="paragraph" w:customStyle="1" w:styleId="18B61B7A5B544218B4BDE2D62B16FA6C">
    <w:name w:val="18B61B7A5B544218B4BDE2D62B16FA6C"/>
    <w:rsid w:val="005B35AC"/>
  </w:style>
  <w:style w:type="paragraph" w:customStyle="1" w:styleId="373B7BD6EBAC4C14B476A754F6776500">
    <w:name w:val="373B7BD6EBAC4C14B476A754F6776500"/>
    <w:rsid w:val="005B35AC"/>
  </w:style>
  <w:style w:type="paragraph" w:customStyle="1" w:styleId="8FE6F39569654EF8B4A6848C827F2176">
    <w:name w:val="8FE6F39569654EF8B4A6848C827F2176"/>
    <w:rsid w:val="005B35AC"/>
  </w:style>
  <w:style w:type="paragraph" w:customStyle="1" w:styleId="85F7D6608CBC4083AF8A73C0C3665E46">
    <w:name w:val="85F7D6608CBC4083AF8A73C0C3665E46"/>
    <w:rsid w:val="005B35AC"/>
  </w:style>
  <w:style w:type="paragraph" w:customStyle="1" w:styleId="FE66FB2D9D864A7E93DA81966317D168">
    <w:name w:val="FE66FB2D9D864A7E93DA81966317D168"/>
    <w:rsid w:val="005B35AC"/>
  </w:style>
  <w:style w:type="paragraph" w:customStyle="1" w:styleId="8B27177A9CE44C17819ADC03F92D47FB">
    <w:name w:val="8B27177A9CE44C17819ADC03F92D47FB"/>
    <w:rsid w:val="005B35AC"/>
  </w:style>
  <w:style w:type="paragraph" w:customStyle="1" w:styleId="04F2DB20F4DD4B8B9550BF65FD94D155">
    <w:name w:val="04F2DB20F4DD4B8B9550BF65FD94D155"/>
    <w:rsid w:val="005B35AC"/>
  </w:style>
  <w:style w:type="paragraph" w:customStyle="1" w:styleId="8649B9A7F8394FF688B3B831B39D4B14">
    <w:name w:val="8649B9A7F8394FF688B3B831B39D4B14"/>
    <w:rsid w:val="005B35AC"/>
  </w:style>
  <w:style w:type="paragraph" w:customStyle="1" w:styleId="BA137F5B73D647A8A5CA3CF6F45D1898">
    <w:name w:val="BA137F5B73D647A8A5CA3CF6F45D1898"/>
    <w:rsid w:val="005B35AC"/>
  </w:style>
  <w:style w:type="paragraph" w:customStyle="1" w:styleId="9876437248FC49A090489B5389A43FB3">
    <w:name w:val="9876437248FC49A090489B5389A43FB3"/>
    <w:rsid w:val="005B35AC"/>
  </w:style>
  <w:style w:type="paragraph" w:customStyle="1" w:styleId="9BB74089E370496B9C817EE4BE28ED1A">
    <w:name w:val="9BB74089E370496B9C817EE4BE28ED1A"/>
    <w:rsid w:val="005B35AC"/>
  </w:style>
  <w:style w:type="paragraph" w:customStyle="1" w:styleId="0AC1C3C3CDE345BB82B227118D59CFE4">
    <w:name w:val="0AC1C3C3CDE345BB82B227118D59CFE4"/>
    <w:rsid w:val="005B35AC"/>
  </w:style>
  <w:style w:type="paragraph" w:customStyle="1" w:styleId="C4E7EB885C6F4D699FB2F7E0C9A3CC33">
    <w:name w:val="C4E7EB885C6F4D699FB2F7E0C9A3CC33"/>
    <w:rsid w:val="005B35AC"/>
  </w:style>
  <w:style w:type="paragraph" w:customStyle="1" w:styleId="D5848F50A108473CB02D34A788D974E7">
    <w:name w:val="D5848F50A108473CB02D34A788D974E7"/>
    <w:rsid w:val="005B35AC"/>
  </w:style>
  <w:style w:type="paragraph" w:customStyle="1" w:styleId="D36298D2BBC748038FD4D23DA958B6F6">
    <w:name w:val="D36298D2BBC748038FD4D23DA958B6F6"/>
    <w:rsid w:val="005B35AC"/>
  </w:style>
  <w:style w:type="paragraph" w:customStyle="1" w:styleId="50D4E5D0085642F2809030C2F300DC85">
    <w:name w:val="50D4E5D0085642F2809030C2F300DC85"/>
    <w:rsid w:val="005B35AC"/>
  </w:style>
  <w:style w:type="paragraph" w:customStyle="1" w:styleId="248447701CB743DE8E4009F0416E4123">
    <w:name w:val="248447701CB743DE8E4009F0416E4123"/>
    <w:rsid w:val="005B35AC"/>
  </w:style>
  <w:style w:type="paragraph" w:customStyle="1" w:styleId="4B028513281349B488DD62C49B1A3A43">
    <w:name w:val="4B028513281349B488DD62C49B1A3A43"/>
    <w:rsid w:val="005B35AC"/>
  </w:style>
  <w:style w:type="paragraph" w:customStyle="1" w:styleId="2354030562734D70A97C29AD635F7EEA">
    <w:name w:val="2354030562734D70A97C29AD635F7EEA"/>
    <w:rsid w:val="005B35AC"/>
  </w:style>
  <w:style w:type="paragraph" w:customStyle="1" w:styleId="4E4205943B134E18AE36978D0727C196">
    <w:name w:val="4E4205943B134E18AE36978D0727C196"/>
    <w:rsid w:val="005B35AC"/>
  </w:style>
  <w:style w:type="paragraph" w:customStyle="1" w:styleId="4267AD558AFD4CC88ACCAF3FB68497B5">
    <w:name w:val="4267AD558AFD4CC88ACCAF3FB68497B5"/>
    <w:rsid w:val="005B35AC"/>
  </w:style>
  <w:style w:type="paragraph" w:customStyle="1" w:styleId="DA7412A7684E42EE89FE77E9030956FE">
    <w:name w:val="DA7412A7684E42EE89FE77E9030956FE"/>
    <w:rsid w:val="005B35AC"/>
  </w:style>
  <w:style w:type="paragraph" w:customStyle="1" w:styleId="96126B94DF594932AA1F8B3B0C58771C">
    <w:name w:val="96126B94DF594932AA1F8B3B0C58771C"/>
    <w:rsid w:val="005B35AC"/>
  </w:style>
  <w:style w:type="paragraph" w:customStyle="1" w:styleId="E6CCAA45136E4B1F9ED237286D599E69">
    <w:name w:val="E6CCAA45136E4B1F9ED237286D599E69"/>
    <w:rsid w:val="005B35AC"/>
  </w:style>
  <w:style w:type="paragraph" w:customStyle="1" w:styleId="28C6C8D1FE314F17B9D9618F781D6BA1">
    <w:name w:val="28C6C8D1FE314F17B9D9618F781D6BA1"/>
    <w:rsid w:val="005B35AC"/>
  </w:style>
  <w:style w:type="paragraph" w:customStyle="1" w:styleId="5AE331D6715B448FB0260084B2FBFE98">
    <w:name w:val="5AE331D6715B448FB0260084B2FBFE98"/>
    <w:rsid w:val="005B35AC"/>
  </w:style>
  <w:style w:type="paragraph" w:customStyle="1" w:styleId="D05E80DB6ED64218B3FDA4497E505363">
    <w:name w:val="D05E80DB6ED64218B3FDA4497E505363"/>
    <w:rsid w:val="005B35AC"/>
  </w:style>
  <w:style w:type="paragraph" w:customStyle="1" w:styleId="5221168771A4477DAABBD233670791B5">
    <w:name w:val="5221168771A4477DAABBD233670791B5"/>
    <w:rsid w:val="005B35AC"/>
  </w:style>
  <w:style w:type="paragraph" w:customStyle="1" w:styleId="AA5CCF3F36704BF0B14299E53C860A59">
    <w:name w:val="AA5CCF3F36704BF0B14299E53C860A59"/>
    <w:rsid w:val="005B35AC"/>
  </w:style>
  <w:style w:type="paragraph" w:customStyle="1" w:styleId="3444722D407F4A768D082954A6C7F64A">
    <w:name w:val="3444722D407F4A768D082954A6C7F64A"/>
    <w:rsid w:val="005B35AC"/>
  </w:style>
  <w:style w:type="paragraph" w:customStyle="1" w:styleId="8E2C5C94E8D6437A88019D2A84E27CA5">
    <w:name w:val="8E2C5C94E8D6437A88019D2A84E27CA5"/>
    <w:rsid w:val="005B35AC"/>
  </w:style>
  <w:style w:type="paragraph" w:customStyle="1" w:styleId="1AFE7A08A6154855A833BB33E3FCC719">
    <w:name w:val="1AFE7A08A6154855A833BB33E3FCC719"/>
    <w:rsid w:val="005B35AC"/>
  </w:style>
  <w:style w:type="paragraph" w:customStyle="1" w:styleId="293AB83677F14D989BA843E3313ABF42">
    <w:name w:val="293AB83677F14D989BA843E3313ABF42"/>
    <w:rsid w:val="005B35AC"/>
  </w:style>
  <w:style w:type="paragraph" w:customStyle="1" w:styleId="BE009BE0B5324F7D95A609E5765F424B">
    <w:name w:val="BE009BE0B5324F7D95A609E5765F424B"/>
    <w:rsid w:val="005B35AC"/>
  </w:style>
  <w:style w:type="paragraph" w:customStyle="1" w:styleId="C7663D5126A94206A511C98EED7BCC1C">
    <w:name w:val="C7663D5126A94206A511C98EED7BCC1C"/>
    <w:rsid w:val="005B35AC"/>
  </w:style>
  <w:style w:type="paragraph" w:customStyle="1" w:styleId="57716E369D534F41BB318D403477F1E7">
    <w:name w:val="57716E369D534F41BB318D403477F1E7"/>
    <w:rsid w:val="005B35AC"/>
  </w:style>
  <w:style w:type="paragraph" w:customStyle="1" w:styleId="D73E53D84A3541D9BE4D03A62DF556F1">
    <w:name w:val="D73E53D84A3541D9BE4D03A62DF556F1"/>
    <w:rsid w:val="005B35AC"/>
  </w:style>
  <w:style w:type="paragraph" w:customStyle="1" w:styleId="0422AFE74C7F47238066529436E49F3B">
    <w:name w:val="0422AFE74C7F47238066529436E49F3B"/>
    <w:rsid w:val="005B35AC"/>
  </w:style>
  <w:style w:type="paragraph" w:customStyle="1" w:styleId="727C372D01F04541BDDF99B917DDE926">
    <w:name w:val="727C372D01F04541BDDF99B917DDE926"/>
    <w:rsid w:val="005B35AC"/>
  </w:style>
  <w:style w:type="paragraph" w:customStyle="1" w:styleId="91EC589624E8457883BF7ADDEE031690">
    <w:name w:val="91EC589624E8457883BF7ADDEE031690"/>
    <w:rsid w:val="005B35AC"/>
  </w:style>
  <w:style w:type="paragraph" w:customStyle="1" w:styleId="CDF89DC22B9143CBA65346B8A008294D">
    <w:name w:val="CDF89DC22B9143CBA65346B8A008294D"/>
    <w:rsid w:val="005B35AC"/>
  </w:style>
  <w:style w:type="paragraph" w:customStyle="1" w:styleId="3420DA6318D1488F9940BED56E5A86B4">
    <w:name w:val="3420DA6318D1488F9940BED56E5A86B4"/>
    <w:rsid w:val="005B35AC"/>
  </w:style>
  <w:style w:type="paragraph" w:customStyle="1" w:styleId="66E8ABB5791D47F7B8EBFBC3C4F82C05">
    <w:name w:val="66E8ABB5791D47F7B8EBFBC3C4F82C05"/>
    <w:rsid w:val="005B35AC"/>
  </w:style>
  <w:style w:type="paragraph" w:customStyle="1" w:styleId="57729407E03C4D3590C7918D86993A44">
    <w:name w:val="57729407E03C4D3590C7918D86993A44"/>
    <w:rsid w:val="005B35AC"/>
  </w:style>
  <w:style w:type="paragraph" w:customStyle="1" w:styleId="FC26613166784437BE195734EB8006C2">
    <w:name w:val="FC26613166784437BE195734EB8006C2"/>
    <w:rsid w:val="005B35AC"/>
  </w:style>
  <w:style w:type="paragraph" w:customStyle="1" w:styleId="52C365EF3BEE44F28C8D3D68FD88672F">
    <w:name w:val="52C365EF3BEE44F28C8D3D68FD88672F"/>
    <w:rsid w:val="005B35AC"/>
  </w:style>
  <w:style w:type="paragraph" w:customStyle="1" w:styleId="4DB4EC7645334A5A8A0BBBE08CD23FF2">
    <w:name w:val="4DB4EC7645334A5A8A0BBBE08CD23FF2"/>
    <w:rsid w:val="005B35AC"/>
  </w:style>
  <w:style w:type="paragraph" w:customStyle="1" w:styleId="D3B1C5B8955E41AAB5DAAFE2E2E5AA3E">
    <w:name w:val="D3B1C5B8955E41AAB5DAAFE2E2E5AA3E"/>
    <w:rsid w:val="005B35AC"/>
  </w:style>
  <w:style w:type="paragraph" w:customStyle="1" w:styleId="FC36273CB8B7446497596B1D7C3B30DD">
    <w:name w:val="FC36273CB8B7446497596B1D7C3B30DD"/>
    <w:rsid w:val="005B35AC"/>
  </w:style>
  <w:style w:type="paragraph" w:customStyle="1" w:styleId="8252F3991A9241CD9B93BB9D9B18F18E">
    <w:name w:val="8252F3991A9241CD9B93BB9D9B18F18E"/>
    <w:rsid w:val="005B35AC"/>
  </w:style>
  <w:style w:type="paragraph" w:customStyle="1" w:styleId="555BE605639541888EF5FD30B3C8AD1F">
    <w:name w:val="555BE605639541888EF5FD30B3C8AD1F"/>
    <w:rsid w:val="005B35AC"/>
  </w:style>
  <w:style w:type="paragraph" w:customStyle="1" w:styleId="C55D996AF9914181AE83FFCC9FFC0D9B">
    <w:name w:val="C55D996AF9914181AE83FFCC9FFC0D9B"/>
    <w:rsid w:val="005B35AC"/>
  </w:style>
  <w:style w:type="paragraph" w:customStyle="1" w:styleId="1902AE7A9C95446C9B32FB3C069CF0A3">
    <w:name w:val="1902AE7A9C95446C9B32FB3C069CF0A3"/>
    <w:rsid w:val="005B35AC"/>
  </w:style>
  <w:style w:type="paragraph" w:customStyle="1" w:styleId="EAF9505F92C74D3B8FAB576344C240FD">
    <w:name w:val="EAF9505F92C74D3B8FAB576344C240FD"/>
    <w:rsid w:val="005B35AC"/>
  </w:style>
  <w:style w:type="paragraph" w:customStyle="1" w:styleId="62FF72BEF92E4E4AA59109947EDFADC2">
    <w:name w:val="62FF72BEF92E4E4AA59109947EDFADC2"/>
    <w:rsid w:val="005B35AC"/>
  </w:style>
  <w:style w:type="paragraph" w:customStyle="1" w:styleId="CF7AF765A83545CF8F4F28EDE926C7DB">
    <w:name w:val="CF7AF765A83545CF8F4F28EDE926C7DB"/>
    <w:rsid w:val="005B35AC"/>
  </w:style>
  <w:style w:type="paragraph" w:customStyle="1" w:styleId="FF31CD5B0CE94099A04C0F1799097D99">
    <w:name w:val="FF31CD5B0CE94099A04C0F1799097D99"/>
    <w:rsid w:val="005B35AC"/>
  </w:style>
  <w:style w:type="paragraph" w:customStyle="1" w:styleId="C13BA25DD79C48C1BA401A591E8A3D21">
    <w:name w:val="C13BA25DD79C48C1BA401A591E8A3D21"/>
    <w:rsid w:val="0062269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2269B"/>
    <w:rPr>
      <w:color w:val="808080"/>
    </w:rPr>
  </w:style>
  <w:style w:type="paragraph" w:customStyle="1" w:styleId="B1A3220287FA4F01B57B82B8C0C38511">
    <w:name w:val="B1A3220287FA4F01B57B82B8C0C38511"/>
    <w:rsid w:val="003033E1"/>
  </w:style>
  <w:style w:type="paragraph" w:customStyle="1" w:styleId="573216DCF0A44CB6B8B817360E75D145">
    <w:name w:val="573216DCF0A44CB6B8B817360E75D145"/>
    <w:rsid w:val="003033E1"/>
  </w:style>
  <w:style w:type="paragraph" w:customStyle="1" w:styleId="7BF4CF33A4BC43DB84FFA72484731685">
    <w:name w:val="7BF4CF33A4BC43DB84FFA72484731685"/>
    <w:rsid w:val="003033E1"/>
  </w:style>
  <w:style w:type="paragraph" w:customStyle="1" w:styleId="111F8E58C56A4C39BF92C4FF85D8A88D">
    <w:name w:val="111F8E58C56A4C39BF92C4FF85D8A88D"/>
    <w:rsid w:val="003033E1"/>
  </w:style>
  <w:style w:type="paragraph" w:customStyle="1" w:styleId="8B3EB2572FF74BDDBDE32BACE5CADC0F">
    <w:name w:val="8B3EB2572FF74BDDBDE32BACE5CADC0F"/>
    <w:rsid w:val="003033E1"/>
  </w:style>
  <w:style w:type="paragraph" w:customStyle="1" w:styleId="0597486B82EC4C81A3D230C6169EE0FA">
    <w:name w:val="0597486B82EC4C81A3D230C6169EE0FA"/>
    <w:rsid w:val="003033E1"/>
  </w:style>
  <w:style w:type="paragraph" w:customStyle="1" w:styleId="20F9E5D95B6B476580E4AACA6B4DC4CE">
    <w:name w:val="20F9E5D95B6B476580E4AACA6B4DC4CE"/>
    <w:rsid w:val="003033E1"/>
  </w:style>
  <w:style w:type="paragraph" w:customStyle="1" w:styleId="EDD5451013164E8A867362E957E6D35E">
    <w:name w:val="EDD5451013164E8A867362E957E6D35E"/>
    <w:rsid w:val="003033E1"/>
  </w:style>
  <w:style w:type="paragraph" w:customStyle="1" w:styleId="52BE7F9650D34B9689F39493E0C0B4DF">
    <w:name w:val="52BE7F9650D34B9689F39493E0C0B4DF"/>
    <w:rsid w:val="003033E1"/>
  </w:style>
  <w:style w:type="paragraph" w:customStyle="1" w:styleId="BA4EF20730CF46CEBFCC563EE2337D03">
    <w:name w:val="BA4EF20730CF46CEBFCC563EE2337D03"/>
    <w:rsid w:val="003033E1"/>
  </w:style>
  <w:style w:type="paragraph" w:customStyle="1" w:styleId="F58E4A59F0AF4C2E8A79D9DA32439DF6">
    <w:name w:val="F58E4A59F0AF4C2E8A79D9DA32439DF6"/>
    <w:rsid w:val="003033E1"/>
  </w:style>
  <w:style w:type="paragraph" w:customStyle="1" w:styleId="D784389484E14A1C955AF1B82CA4ED8A">
    <w:name w:val="D784389484E14A1C955AF1B82CA4ED8A"/>
    <w:rsid w:val="003033E1"/>
  </w:style>
  <w:style w:type="paragraph" w:customStyle="1" w:styleId="B9144F0846F54EC3A3CDBF5C4C42D4AF">
    <w:name w:val="B9144F0846F54EC3A3CDBF5C4C42D4AF"/>
    <w:rsid w:val="003033E1"/>
  </w:style>
  <w:style w:type="paragraph" w:customStyle="1" w:styleId="B1A3220287FA4F01B57B82B8C0C385111">
    <w:name w:val="B1A3220287FA4F01B57B82B8C0C38511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1">
    <w:name w:val="573216DCF0A44CB6B8B817360E75D145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1">
    <w:name w:val="20F9E5D95B6B476580E4AACA6B4DC4CE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1">
    <w:name w:val="7BF4CF33A4BC43DB84FFA72484731685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1">
    <w:name w:val="111F8E58C56A4C39BF92C4FF85D8A88D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1">
    <w:name w:val="EDD5451013164E8A867362E957E6D35E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1">
    <w:name w:val="8B3EB2572FF74BDDBDE32BACE5CADC0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1">
    <w:name w:val="0597486B82EC4C81A3D230C6169EE0FA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1">
    <w:name w:val="52BE7F9650D34B9689F39493E0C0B4D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1">
    <w:name w:val="BA4EF20730CF46CEBFCC563EE2337D03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1">
    <w:name w:val="F58E4A59F0AF4C2E8A79D9DA32439DF6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1">
    <w:name w:val="D784389484E14A1C955AF1B82CA4ED8A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">
    <w:name w:val="E2A64421F6494F46A358EC75F2AF45BC"/>
    <w:rsid w:val="003033E1"/>
  </w:style>
  <w:style w:type="paragraph" w:customStyle="1" w:styleId="9994DB7252C7452B9622BC2F534D7C1D">
    <w:name w:val="9994DB7252C7452B9622BC2F534D7C1D"/>
    <w:rsid w:val="003033E1"/>
  </w:style>
  <w:style w:type="paragraph" w:customStyle="1" w:styleId="1FECE690E4274EFE966DBF297E4C5CAF">
    <w:name w:val="1FECE690E4274EFE966DBF297E4C5CAF"/>
    <w:rsid w:val="003033E1"/>
  </w:style>
  <w:style w:type="paragraph" w:customStyle="1" w:styleId="99137E79BB23429CAA33F91CA62AB99D">
    <w:name w:val="99137E79BB23429CAA33F91CA62AB99D"/>
    <w:rsid w:val="003033E1"/>
  </w:style>
  <w:style w:type="paragraph" w:customStyle="1" w:styleId="B1A3220287FA4F01B57B82B8C0C385112">
    <w:name w:val="B1A3220287FA4F01B57B82B8C0C38511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2">
    <w:name w:val="573216DCF0A44CB6B8B817360E75D145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2">
    <w:name w:val="20F9E5D95B6B476580E4AACA6B4DC4CE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2">
    <w:name w:val="7BF4CF33A4BC43DB84FFA72484731685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2">
    <w:name w:val="111F8E58C56A4C39BF92C4FF85D8A88D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2">
    <w:name w:val="EDD5451013164E8A867362E957E6D35E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2">
    <w:name w:val="8B3EB2572FF74BDDBDE32BACE5CADC0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2">
    <w:name w:val="0597486B82EC4C81A3D230C6169EE0FA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2">
    <w:name w:val="52BE7F9650D34B9689F39493E0C0B4D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2">
    <w:name w:val="BA4EF20730CF46CEBFCC563EE2337D03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2">
    <w:name w:val="F58E4A59F0AF4C2E8A79D9DA32439DF6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2">
    <w:name w:val="D784389484E14A1C955AF1B82CA4ED8A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1">
    <w:name w:val="E2A64421F6494F46A358EC75F2AF45BC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1">
    <w:name w:val="9994DB7252C7452B9622BC2F534D7C1D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">
    <w:name w:val="1448D68673BF46D4BC23E40348827184"/>
    <w:rsid w:val="003033E1"/>
  </w:style>
  <w:style w:type="paragraph" w:customStyle="1" w:styleId="35F039225E02478BA64ED6A67D9762CC">
    <w:name w:val="35F039225E02478BA64ED6A67D9762CC"/>
    <w:rsid w:val="003033E1"/>
  </w:style>
  <w:style w:type="paragraph" w:customStyle="1" w:styleId="2DF298A49DB1478983C8DB2FAD64981F">
    <w:name w:val="2DF298A49DB1478983C8DB2FAD64981F"/>
    <w:rsid w:val="003033E1"/>
  </w:style>
  <w:style w:type="paragraph" w:customStyle="1" w:styleId="FDDF3DBAA80F41609BED107C0C651604">
    <w:name w:val="FDDF3DBAA80F41609BED107C0C651604"/>
    <w:rsid w:val="003033E1"/>
  </w:style>
  <w:style w:type="paragraph" w:customStyle="1" w:styleId="B1A3220287FA4F01B57B82B8C0C385113">
    <w:name w:val="B1A3220287FA4F01B57B82B8C0C38511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3">
    <w:name w:val="573216DCF0A44CB6B8B817360E75D145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3">
    <w:name w:val="20F9E5D95B6B476580E4AACA6B4DC4CE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3">
    <w:name w:val="7BF4CF33A4BC43DB84FFA72484731685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3">
    <w:name w:val="111F8E58C56A4C39BF92C4FF85D8A88D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3">
    <w:name w:val="EDD5451013164E8A867362E957E6D35E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3">
    <w:name w:val="8B3EB2572FF74BDDBDE32BACE5CADC0F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3">
    <w:name w:val="0597486B82EC4C81A3D230C6169EE0FA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3">
    <w:name w:val="52BE7F9650D34B9689F39493E0C0B4DF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3">
    <w:name w:val="BA4EF20730CF46CEBFCC563EE2337D03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3">
    <w:name w:val="F58E4A59F0AF4C2E8A79D9DA32439DF6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3">
    <w:name w:val="D784389484E14A1C955AF1B82CA4ED8A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2">
    <w:name w:val="E2A64421F6494F46A358EC75F2AF45BC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2">
    <w:name w:val="9994DB7252C7452B9622BC2F534D7C1D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1">
    <w:name w:val="1448D68673BF46D4BC23E40348827184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1">
    <w:name w:val="35F039225E02478BA64ED6A67D9762CC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1">
    <w:name w:val="2DF298A49DB1478983C8DB2FAD64981F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1A3220287FA4F01B57B82B8C0C385114">
    <w:name w:val="B1A3220287FA4F01B57B82B8C0C38511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4">
    <w:name w:val="573216DCF0A44CB6B8B817360E75D145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4">
    <w:name w:val="20F9E5D95B6B476580E4AACA6B4DC4CE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4">
    <w:name w:val="7BF4CF33A4BC43DB84FFA72484731685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4">
    <w:name w:val="111F8E58C56A4C39BF92C4FF85D8A88D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4">
    <w:name w:val="EDD5451013164E8A867362E957E6D35E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4">
    <w:name w:val="8B3EB2572FF74BDDBDE32BACE5CADC0F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4">
    <w:name w:val="0597486B82EC4C81A3D230C6169EE0FA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4">
    <w:name w:val="52BE7F9650D34B9689F39493E0C0B4DF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4">
    <w:name w:val="BA4EF20730CF46CEBFCC563EE2337D03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4">
    <w:name w:val="F58E4A59F0AF4C2E8A79D9DA32439DF6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4">
    <w:name w:val="D784389484E14A1C955AF1B82CA4ED8A4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3">
    <w:name w:val="E2A64421F6494F46A358EC75F2AF45BC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3">
    <w:name w:val="9994DB7252C7452B9622BC2F534D7C1D3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2">
    <w:name w:val="1448D68673BF46D4BC23E40348827184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2">
    <w:name w:val="35F039225E02478BA64ED6A67D9762CC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1">
    <w:name w:val="FDDF3DBAA80F41609BED107C0C6516041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2">
    <w:name w:val="2DF298A49DB1478983C8DB2FAD64981F2"/>
    <w:rsid w:val="003033E1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560857BE4154A9F8E0125A58AEB2901">
    <w:name w:val="5560857BE4154A9F8E0125A58AEB2901"/>
    <w:rsid w:val="003033E1"/>
  </w:style>
  <w:style w:type="paragraph" w:customStyle="1" w:styleId="303600D15066432F98F5BBFB5C2BD0D4">
    <w:name w:val="303600D15066432F98F5BBFB5C2BD0D4"/>
    <w:rsid w:val="003033E1"/>
  </w:style>
  <w:style w:type="paragraph" w:customStyle="1" w:styleId="5025E530397943A5A23BA4CA63DDF159">
    <w:name w:val="5025E530397943A5A23BA4CA63DDF159"/>
    <w:rsid w:val="003033E1"/>
  </w:style>
  <w:style w:type="paragraph" w:customStyle="1" w:styleId="E9691AF6812E49C6AEFF05C35254C341">
    <w:name w:val="E9691AF6812E49C6AEFF05C35254C341"/>
    <w:rsid w:val="003033E1"/>
  </w:style>
  <w:style w:type="paragraph" w:customStyle="1" w:styleId="C7A4DBC1171F44229821D594C12BA3FD">
    <w:name w:val="C7A4DBC1171F44229821D594C12BA3FD"/>
    <w:rsid w:val="003033E1"/>
  </w:style>
  <w:style w:type="paragraph" w:customStyle="1" w:styleId="8DFF3230378044D89D670E17FBBB0C46">
    <w:name w:val="8DFF3230378044D89D670E17FBBB0C46"/>
    <w:rsid w:val="003033E1"/>
  </w:style>
  <w:style w:type="paragraph" w:customStyle="1" w:styleId="F32FF4CDB0EA41D3ABB8F489085C7466">
    <w:name w:val="F32FF4CDB0EA41D3ABB8F489085C7466"/>
    <w:rsid w:val="003033E1"/>
  </w:style>
  <w:style w:type="paragraph" w:customStyle="1" w:styleId="F8EB79D48F2C44119333E14C3170140A">
    <w:name w:val="F8EB79D48F2C44119333E14C3170140A"/>
    <w:rsid w:val="003033E1"/>
  </w:style>
  <w:style w:type="paragraph" w:customStyle="1" w:styleId="7DBD22E924064C949D88036E9A9E15EA">
    <w:name w:val="7DBD22E924064C949D88036E9A9E15EA"/>
    <w:rsid w:val="003033E1"/>
  </w:style>
  <w:style w:type="paragraph" w:customStyle="1" w:styleId="840B63FBECB44F34929A5639D279B082">
    <w:name w:val="840B63FBECB44F34929A5639D279B082"/>
    <w:rsid w:val="003033E1"/>
  </w:style>
  <w:style w:type="paragraph" w:customStyle="1" w:styleId="F346CF97A031473A87E383B5D1E2BEC4">
    <w:name w:val="F346CF97A031473A87E383B5D1E2BEC4"/>
    <w:rsid w:val="003033E1"/>
  </w:style>
  <w:style w:type="paragraph" w:customStyle="1" w:styleId="F7BCD6CE91EF4BCB9A80FC0F868704E0">
    <w:name w:val="F7BCD6CE91EF4BCB9A80FC0F868704E0"/>
    <w:rsid w:val="003033E1"/>
  </w:style>
  <w:style w:type="paragraph" w:customStyle="1" w:styleId="B4759A1720A34E848CF6F1D10299A3F0">
    <w:name w:val="B4759A1720A34E848CF6F1D10299A3F0"/>
    <w:rsid w:val="003033E1"/>
  </w:style>
  <w:style w:type="paragraph" w:customStyle="1" w:styleId="DE90587E4741486681EE88EE9FE8DF88">
    <w:name w:val="DE90587E4741486681EE88EE9FE8DF88"/>
    <w:rsid w:val="003033E1"/>
  </w:style>
  <w:style w:type="paragraph" w:customStyle="1" w:styleId="F62D632D60334CD6BE5419F4BFC90D2F">
    <w:name w:val="F62D632D60334CD6BE5419F4BFC90D2F"/>
    <w:rsid w:val="003033E1"/>
  </w:style>
  <w:style w:type="paragraph" w:customStyle="1" w:styleId="9C0A8C763D534108A5F9662CC3A427DA">
    <w:name w:val="9C0A8C763D534108A5F9662CC3A427DA"/>
    <w:rsid w:val="003033E1"/>
  </w:style>
  <w:style w:type="paragraph" w:customStyle="1" w:styleId="A4C6E333E3464035A0FD7BCF344A8944">
    <w:name w:val="A4C6E333E3464035A0FD7BCF344A8944"/>
    <w:rsid w:val="003033E1"/>
  </w:style>
  <w:style w:type="paragraph" w:customStyle="1" w:styleId="294FA48475234B8FA3C745A9035AA8CF">
    <w:name w:val="294FA48475234B8FA3C745A9035AA8CF"/>
    <w:rsid w:val="003033E1"/>
  </w:style>
  <w:style w:type="paragraph" w:customStyle="1" w:styleId="286EA3F862DD43AB9DD61375649D90C8">
    <w:name w:val="286EA3F862DD43AB9DD61375649D90C8"/>
    <w:rsid w:val="003033E1"/>
  </w:style>
  <w:style w:type="paragraph" w:customStyle="1" w:styleId="E2552E015D644021B4C930CF03008780">
    <w:name w:val="E2552E015D644021B4C930CF03008780"/>
    <w:rsid w:val="003033E1"/>
  </w:style>
  <w:style w:type="paragraph" w:customStyle="1" w:styleId="A5ED1F2516DD47A2B9122097CD722338">
    <w:name w:val="A5ED1F2516DD47A2B9122097CD722338"/>
    <w:rsid w:val="003033E1"/>
  </w:style>
  <w:style w:type="paragraph" w:customStyle="1" w:styleId="1258A9AC21C94F5E8ACAF498CB279317">
    <w:name w:val="1258A9AC21C94F5E8ACAF498CB279317"/>
    <w:rsid w:val="003033E1"/>
  </w:style>
  <w:style w:type="paragraph" w:customStyle="1" w:styleId="987D1E020A484B648D7619DD57AC2103">
    <w:name w:val="987D1E020A484B648D7619DD57AC2103"/>
    <w:rsid w:val="003033E1"/>
  </w:style>
  <w:style w:type="paragraph" w:customStyle="1" w:styleId="DD559BFCFB7A4F23935887CF6DE4CD81">
    <w:name w:val="DD559BFCFB7A4F23935887CF6DE4CD81"/>
    <w:rsid w:val="00CD6EEC"/>
  </w:style>
  <w:style w:type="paragraph" w:customStyle="1" w:styleId="B1A3220287FA4F01B57B82B8C0C385115">
    <w:name w:val="B1A3220287FA4F01B57B82B8C0C38511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5">
    <w:name w:val="573216DCF0A44CB6B8B817360E75D145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5">
    <w:name w:val="20F9E5D95B6B476580E4AACA6B4DC4CE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BF4CF33A4BC43DB84FFA724847316855">
    <w:name w:val="7BF4CF33A4BC43DB84FFA72484731685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5">
    <w:name w:val="111F8E58C56A4C39BF92C4FF85D8A88D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5">
    <w:name w:val="EDD5451013164E8A867362E957E6D35E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5">
    <w:name w:val="8B3EB2572FF74BDDBDE32BACE5CADC0F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5">
    <w:name w:val="0597486B82EC4C81A3D230C6169EE0FA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5">
    <w:name w:val="52BE7F9650D34B9689F39493E0C0B4DF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5">
    <w:name w:val="BA4EF20730CF46CEBFCC563EE2337D03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5">
    <w:name w:val="F58E4A59F0AF4C2E8A79D9DA32439DF6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5">
    <w:name w:val="D784389484E14A1C955AF1B82CA4ED8A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4">
    <w:name w:val="E2A64421F6494F46A358EC75F2AF45BC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4">
    <w:name w:val="9994DB7252C7452B9622BC2F534D7C1D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3">
    <w:name w:val="1448D68673BF46D4BC23E40348827184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3">
    <w:name w:val="35F039225E02478BA64ED6A67D9762CC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2">
    <w:name w:val="FDDF3DBAA80F41609BED107C0C65160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3">
    <w:name w:val="2DF298A49DB1478983C8DB2FAD64981F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1">
    <w:name w:val="DD559BFCFB7A4F23935887CF6DE4CD81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1">
    <w:name w:val="303600D15066432F98F5BBFB5C2BD0D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1">
    <w:name w:val="F32FF4CDB0EA41D3ABB8F489085C746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1">
    <w:name w:val="F7BCD6CE91EF4BCB9A80FC0F868704E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1">
    <w:name w:val="A4C6E333E3464035A0FD7BCF344A894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1">
    <w:name w:val="5025E530397943A5A23BA4CA63DDF159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1">
    <w:name w:val="F8EB79D48F2C44119333E14C3170140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1">
    <w:name w:val="B4759A1720A34E848CF6F1D10299A3F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1">
    <w:name w:val="294FA48475234B8FA3C745A9035AA8CF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1">
    <w:name w:val="E9691AF6812E49C6AEFF05C35254C341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1">
    <w:name w:val="7DBD22E924064C949D88036E9A9E15E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1">
    <w:name w:val="DE90587E4741486681EE88EE9FE8DF8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1">
    <w:name w:val="286EA3F862DD43AB9DD61375649D90C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1">
    <w:name w:val="C7A4DBC1171F44229821D594C12BA3FD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1">
    <w:name w:val="840B63FBECB44F34929A5639D279B082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1">
    <w:name w:val="F62D632D60334CD6BE5419F4BFC90D2F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1">
    <w:name w:val="E2552E015D644021B4C930CF03008780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1">
    <w:name w:val="8DFF3230378044D89D670E17FBBB0C4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1">
    <w:name w:val="F346CF97A031473A87E383B5D1E2BEC4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1">
    <w:name w:val="9C0A8C763D534108A5F9662CC3A427DA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1">
    <w:name w:val="A5ED1F2516DD47A2B9122097CD722338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258A9AC21C94F5E8ACAF498CB2793171">
    <w:name w:val="1258A9AC21C94F5E8ACAF498CB279317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87D1E020A484B648D7619DD57AC21031">
    <w:name w:val="987D1E020A484B648D7619DD57AC2103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">
    <w:name w:val="A7B85040E40C4FB494EF7140C8236135"/>
    <w:rsid w:val="00CD6EEC"/>
  </w:style>
  <w:style w:type="paragraph" w:customStyle="1" w:styleId="BFE79A270F574BACBB6D8C016C2F64F6">
    <w:name w:val="BFE79A270F574BACBB6D8C016C2F64F6"/>
    <w:rsid w:val="00CD6EEC"/>
  </w:style>
  <w:style w:type="paragraph" w:customStyle="1" w:styleId="B1A3220287FA4F01B57B82B8C0C385116">
    <w:name w:val="B1A3220287FA4F01B57B82B8C0C38511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73216DCF0A44CB6B8B817360E75D1456">
    <w:name w:val="573216DCF0A44CB6B8B817360E75D145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0F9E5D95B6B476580E4AACA6B4DC4CE6">
    <w:name w:val="20F9E5D95B6B476580E4AACA6B4DC4CE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7B85040E40C4FB494EF7140C82361351">
    <w:name w:val="A7B85040E40C4FB494EF7140C8236135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FE79A270F574BACBB6D8C016C2F64F61">
    <w:name w:val="BFE79A270F574BACBB6D8C016C2F64F61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11F8E58C56A4C39BF92C4FF85D8A88D6">
    <w:name w:val="111F8E58C56A4C39BF92C4FF85D8A88D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DD5451013164E8A867362E957E6D35E6">
    <w:name w:val="EDD5451013164E8A867362E957E6D35E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B3EB2572FF74BDDBDE32BACE5CADC0F6">
    <w:name w:val="8B3EB2572FF74BDDBDE32BACE5CADC0F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0597486B82EC4C81A3D230C6169EE0FA6">
    <w:name w:val="0597486B82EC4C81A3D230C6169EE0FA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2BE7F9650D34B9689F39493E0C0B4DF6">
    <w:name w:val="52BE7F9650D34B9689F39493E0C0B4DF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A4EF20730CF46CEBFCC563EE2337D036">
    <w:name w:val="BA4EF20730CF46CEBFCC563EE2337D03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58E4A59F0AF4C2E8A79D9DA32439DF66">
    <w:name w:val="F58E4A59F0AF4C2E8A79D9DA32439DF6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784389484E14A1C955AF1B82CA4ED8A6">
    <w:name w:val="D784389484E14A1C955AF1B82CA4ED8A6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A64421F6494F46A358EC75F2AF45BC5">
    <w:name w:val="E2A64421F6494F46A358EC75F2AF45BC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994DB7252C7452B9622BC2F534D7C1D5">
    <w:name w:val="9994DB7252C7452B9622BC2F534D7C1D5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448D68673BF46D4BC23E403488271844">
    <w:name w:val="1448D68673BF46D4BC23E40348827184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5F039225E02478BA64ED6A67D9762CC4">
    <w:name w:val="35F039225E02478BA64ED6A67D9762CC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DDF3DBAA80F41609BED107C0C6516043">
    <w:name w:val="FDDF3DBAA80F41609BED107C0C6516043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DF298A49DB1478983C8DB2FAD64981F4">
    <w:name w:val="2DF298A49DB1478983C8DB2FAD64981F4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D559BFCFB7A4F23935887CF6DE4CD812">
    <w:name w:val="DD559BFCFB7A4F23935887CF6DE4CD81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303600D15066432F98F5BBFB5C2BD0D42">
    <w:name w:val="303600D15066432F98F5BBFB5C2BD0D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2FF4CDB0EA41D3ABB8F489085C74662">
    <w:name w:val="F32FF4CDB0EA41D3ABB8F489085C7466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7BCD6CE91EF4BCB9A80FC0F868704E02">
    <w:name w:val="F7BCD6CE91EF4BCB9A80FC0F868704E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4C6E333E3464035A0FD7BCF344A89442">
    <w:name w:val="A4C6E333E3464035A0FD7BCF344A894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5025E530397943A5A23BA4CA63DDF1592">
    <w:name w:val="5025E530397943A5A23BA4CA63DDF159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8EB79D48F2C44119333E14C3170140A2">
    <w:name w:val="F8EB79D48F2C44119333E14C3170140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B4759A1720A34E848CF6F1D10299A3F02">
    <w:name w:val="B4759A1720A34E848CF6F1D10299A3F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94FA48475234B8FA3C745A9035AA8CF2">
    <w:name w:val="294FA48475234B8FA3C745A9035AA8CF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9691AF6812E49C6AEFF05C35254C3412">
    <w:name w:val="E9691AF6812E49C6AEFF05C35254C341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7DBD22E924064C949D88036E9A9E15EA2">
    <w:name w:val="7DBD22E924064C949D88036E9A9E15E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DE90587E4741486681EE88EE9FE8DF882">
    <w:name w:val="DE90587E4741486681EE88EE9FE8DF8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286EA3F862DD43AB9DD61375649D90C82">
    <w:name w:val="286EA3F862DD43AB9DD61375649D90C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C7A4DBC1171F44229821D594C12BA3FD2">
    <w:name w:val="C7A4DBC1171F44229821D594C12BA3FD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40B63FBECB44F34929A5639D279B0822">
    <w:name w:val="840B63FBECB44F34929A5639D279B082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62D632D60334CD6BE5419F4BFC90D2F2">
    <w:name w:val="F62D632D60334CD6BE5419F4BFC90D2F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E2552E015D644021B4C930CF030087802">
    <w:name w:val="E2552E015D644021B4C930CF03008780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8DFF3230378044D89D670E17FBBB0C462">
    <w:name w:val="8DFF3230378044D89D670E17FBBB0C46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F346CF97A031473A87E383B5D1E2BEC42">
    <w:name w:val="F346CF97A031473A87E383B5D1E2BEC4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C0A8C763D534108A5F9662CC3A427DA2">
    <w:name w:val="9C0A8C763D534108A5F9662CC3A427DA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A5ED1F2516DD47A2B9122097CD7223382">
    <w:name w:val="A5ED1F2516DD47A2B9122097CD722338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1258A9AC21C94F5E8ACAF498CB2793172">
    <w:name w:val="1258A9AC21C94F5E8ACAF498CB279317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87D1E020A484B648D7619DD57AC21032">
    <w:name w:val="987D1E020A484B648D7619DD57AC21032"/>
    <w:rsid w:val="00CD6EEC"/>
    <w:pPr>
      <w:spacing w:after="120"/>
    </w:pPr>
    <w:rPr>
      <w:rFonts w:ascii="Calibri" w:eastAsia="Calibri" w:hAnsi="Calibri" w:cs="Segoe UI"/>
      <w:lang w:eastAsia="en-US"/>
    </w:rPr>
  </w:style>
  <w:style w:type="paragraph" w:customStyle="1" w:styleId="9711070E9B254B33B6D81F3F914CC675">
    <w:name w:val="9711070E9B254B33B6D81F3F914CC675"/>
    <w:rsid w:val="005B35AC"/>
  </w:style>
  <w:style w:type="paragraph" w:customStyle="1" w:styleId="4027EA17D0F54E07B775C9D0C854B34F">
    <w:name w:val="4027EA17D0F54E07B775C9D0C854B34F"/>
    <w:rsid w:val="005B35AC"/>
  </w:style>
  <w:style w:type="paragraph" w:customStyle="1" w:styleId="A7105BD78F214F45A2EAA5C6759EE816">
    <w:name w:val="A7105BD78F214F45A2EAA5C6759EE816"/>
    <w:rsid w:val="005B35AC"/>
  </w:style>
  <w:style w:type="paragraph" w:customStyle="1" w:styleId="638659AA83C8442EA04FB18854B3BB2E">
    <w:name w:val="638659AA83C8442EA04FB18854B3BB2E"/>
    <w:rsid w:val="005B35AC"/>
  </w:style>
  <w:style w:type="paragraph" w:customStyle="1" w:styleId="5830A4F33DDD4BFEBAB5552C2F19619A">
    <w:name w:val="5830A4F33DDD4BFEBAB5552C2F19619A"/>
    <w:rsid w:val="005B35AC"/>
  </w:style>
  <w:style w:type="paragraph" w:customStyle="1" w:styleId="DACAFAC88E954F8E88C796F241E86BD2">
    <w:name w:val="DACAFAC88E954F8E88C796F241E86BD2"/>
    <w:rsid w:val="005B35AC"/>
  </w:style>
  <w:style w:type="paragraph" w:customStyle="1" w:styleId="B87EA54C78B9497C84A0CFD94003E739">
    <w:name w:val="B87EA54C78B9497C84A0CFD94003E739"/>
    <w:rsid w:val="005B35AC"/>
  </w:style>
  <w:style w:type="paragraph" w:customStyle="1" w:styleId="D4A10368D4FF4C84AE327B400B35CBAE">
    <w:name w:val="D4A10368D4FF4C84AE327B400B35CBAE"/>
    <w:rsid w:val="005B35AC"/>
  </w:style>
  <w:style w:type="paragraph" w:customStyle="1" w:styleId="3C214CCF39C14018A0123C05858D98C8">
    <w:name w:val="3C214CCF39C14018A0123C05858D98C8"/>
    <w:rsid w:val="005B35AC"/>
  </w:style>
  <w:style w:type="paragraph" w:customStyle="1" w:styleId="E9040B9B045F41C6B3AEF28460B21639">
    <w:name w:val="E9040B9B045F41C6B3AEF28460B21639"/>
    <w:rsid w:val="005B35AC"/>
  </w:style>
  <w:style w:type="paragraph" w:customStyle="1" w:styleId="40FC3CF1CE654575A768CFBD1B9CC958">
    <w:name w:val="40FC3CF1CE654575A768CFBD1B9CC958"/>
    <w:rsid w:val="005B35AC"/>
  </w:style>
  <w:style w:type="paragraph" w:customStyle="1" w:styleId="24F627DCB9804C66B64926CE3AD88DCD">
    <w:name w:val="24F627DCB9804C66B64926CE3AD88DCD"/>
    <w:rsid w:val="005B35AC"/>
  </w:style>
  <w:style w:type="paragraph" w:customStyle="1" w:styleId="C50CD98AB85D455AA571502DEB1C4823">
    <w:name w:val="C50CD98AB85D455AA571502DEB1C4823"/>
    <w:rsid w:val="005B35AC"/>
  </w:style>
  <w:style w:type="paragraph" w:customStyle="1" w:styleId="2CA3CCA742E946078DA9BE7AF3B75810">
    <w:name w:val="2CA3CCA742E946078DA9BE7AF3B75810"/>
    <w:rsid w:val="005B35AC"/>
  </w:style>
  <w:style w:type="paragraph" w:customStyle="1" w:styleId="E970858BBCCB438887AE790321439474">
    <w:name w:val="E970858BBCCB438887AE790321439474"/>
    <w:rsid w:val="005B35AC"/>
  </w:style>
  <w:style w:type="paragraph" w:customStyle="1" w:styleId="888A48271B4A4B729C7187A51DB287D8">
    <w:name w:val="888A48271B4A4B729C7187A51DB287D8"/>
    <w:rsid w:val="005B35AC"/>
  </w:style>
  <w:style w:type="paragraph" w:customStyle="1" w:styleId="701128B9956245308CEEE568C1E64D4A">
    <w:name w:val="701128B9956245308CEEE568C1E64D4A"/>
    <w:rsid w:val="005B35AC"/>
  </w:style>
  <w:style w:type="paragraph" w:customStyle="1" w:styleId="C9A56B28904442368C4342AE9B425F8D">
    <w:name w:val="C9A56B28904442368C4342AE9B425F8D"/>
    <w:rsid w:val="005B35AC"/>
  </w:style>
  <w:style w:type="paragraph" w:customStyle="1" w:styleId="6E87C800F05C462A8B1D399D703C2C5C">
    <w:name w:val="6E87C800F05C462A8B1D399D703C2C5C"/>
    <w:rsid w:val="005B35AC"/>
  </w:style>
  <w:style w:type="paragraph" w:customStyle="1" w:styleId="C2B42C6D160B41C5B10B408C91A1F9F1">
    <w:name w:val="C2B42C6D160B41C5B10B408C91A1F9F1"/>
    <w:rsid w:val="005B35AC"/>
  </w:style>
  <w:style w:type="paragraph" w:customStyle="1" w:styleId="3D8B9263BE244D8AAA329662D411D212">
    <w:name w:val="3D8B9263BE244D8AAA329662D411D212"/>
    <w:rsid w:val="005B35AC"/>
  </w:style>
  <w:style w:type="paragraph" w:customStyle="1" w:styleId="5308F8607F694EE2847750F17638E87A">
    <w:name w:val="5308F8607F694EE2847750F17638E87A"/>
    <w:rsid w:val="005B35AC"/>
  </w:style>
  <w:style w:type="paragraph" w:customStyle="1" w:styleId="F8CDEE603E844C63AAE3A79C8EDC54D6">
    <w:name w:val="F8CDEE603E844C63AAE3A79C8EDC54D6"/>
    <w:rsid w:val="005B35AC"/>
  </w:style>
  <w:style w:type="paragraph" w:customStyle="1" w:styleId="18B61B7A5B544218B4BDE2D62B16FA6C">
    <w:name w:val="18B61B7A5B544218B4BDE2D62B16FA6C"/>
    <w:rsid w:val="005B35AC"/>
  </w:style>
  <w:style w:type="paragraph" w:customStyle="1" w:styleId="373B7BD6EBAC4C14B476A754F6776500">
    <w:name w:val="373B7BD6EBAC4C14B476A754F6776500"/>
    <w:rsid w:val="005B35AC"/>
  </w:style>
  <w:style w:type="paragraph" w:customStyle="1" w:styleId="8FE6F39569654EF8B4A6848C827F2176">
    <w:name w:val="8FE6F39569654EF8B4A6848C827F2176"/>
    <w:rsid w:val="005B35AC"/>
  </w:style>
  <w:style w:type="paragraph" w:customStyle="1" w:styleId="85F7D6608CBC4083AF8A73C0C3665E46">
    <w:name w:val="85F7D6608CBC4083AF8A73C0C3665E46"/>
    <w:rsid w:val="005B35AC"/>
  </w:style>
  <w:style w:type="paragraph" w:customStyle="1" w:styleId="FE66FB2D9D864A7E93DA81966317D168">
    <w:name w:val="FE66FB2D9D864A7E93DA81966317D168"/>
    <w:rsid w:val="005B35AC"/>
  </w:style>
  <w:style w:type="paragraph" w:customStyle="1" w:styleId="8B27177A9CE44C17819ADC03F92D47FB">
    <w:name w:val="8B27177A9CE44C17819ADC03F92D47FB"/>
    <w:rsid w:val="005B35AC"/>
  </w:style>
  <w:style w:type="paragraph" w:customStyle="1" w:styleId="04F2DB20F4DD4B8B9550BF65FD94D155">
    <w:name w:val="04F2DB20F4DD4B8B9550BF65FD94D155"/>
    <w:rsid w:val="005B35AC"/>
  </w:style>
  <w:style w:type="paragraph" w:customStyle="1" w:styleId="8649B9A7F8394FF688B3B831B39D4B14">
    <w:name w:val="8649B9A7F8394FF688B3B831B39D4B14"/>
    <w:rsid w:val="005B35AC"/>
  </w:style>
  <w:style w:type="paragraph" w:customStyle="1" w:styleId="BA137F5B73D647A8A5CA3CF6F45D1898">
    <w:name w:val="BA137F5B73D647A8A5CA3CF6F45D1898"/>
    <w:rsid w:val="005B35AC"/>
  </w:style>
  <w:style w:type="paragraph" w:customStyle="1" w:styleId="9876437248FC49A090489B5389A43FB3">
    <w:name w:val="9876437248FC49A090489B5389A43FB3"/>
    <w:rsid w:val="005B35AC"/>
  </w:style>
  <w:style w:type="paragraph" w:customStyle="1" w:styleId="9BB74089E370496B9C817EE4BE28ED1A">
    <w:name w:val="9BB74089E370496B9C817EE4BE28ED1A"/>
    <w:rsid w:val="005B35AC"/>
  </w:style>
  <w:style w:type="paragraph" w:customStyle="1" w:styleId="0AC1C3C3CDE345BB82B227118D59CFE4">
    <w:name w:val="0AC1C3C3CDE345BB82B227118D59CFE4"/>
    <w:rsid w:val="005B35AC"/>
  </w:style>
  <w:style w:type="paragraph" w:customStyle="1" w:styleId="C4E7EB885C6F4D699FB2F7E0C9A3CC33">
    <w:name w:val="C4E7EB885C6F4D699FB2F7E0C9A3CC33"/>
    <w:rsid w:val="005B35AC"/>
  </w:style>
  <w:style w:type="paragraph" w:customStyle="1" w:styleId="D5848F50A108473CB02D34A788D974E7">
    <w:name w:val="D5848F50A108473CB02D34A788D974E7"/>
    <w:rsid w:val="005B35AC"/>
  </w:style>
  <w:style w:type="paragraph" w:customStyle="1" w:styleId="D36298D2BBC748038FD4D23DA958B6F6">
    <w:name w:val="D36298D2BBC748038FD4D23DA958B6F6"/>
    <w:rsid w:val="005B35AC"/>
  </w:style>
  <w:style w:type="paragraph" w:customStyle="1" w:styleId="50D4E5D0085642F2809030C2F300DC85">
    <w:name w:val="50D4E5D0085642F2809030C2F300DC85"/>
    <w:rsid w:val="005B35AC"/>
  </w:style>
  <w:style w:type="paragraph" w:customStyle="1" w:styleId="248447701CB743DE8E4009F0416E4123">
    <w:name w:val="248447701CB743DE8E4009F0416E4123"/>
    <w:rsid w:val="005B35AC"/>
  </w:style>
  <w:style w:type="paragraph" w:customStyle="1" w:styleId="4B028513281349B488DD62C49B1A3A43">
    <w:name w:val="4B028513281349B488DD62C49B1A3A43"/>
    <w:rsid w:val="005B35AC"/>
  </w:style>
  <w:style w:type="paragraph" w:customStyle="1" w:styleId="2354030562734D70A97C29AD635F7EEA">
    <w:name w:val="2354030562734D70A97C29AD635F7EEA"/>
    <w:rsid w:val="005B35AC"/>
  </w:style>
  <w:style w:type="paragraph" w:customStyle="1" w:styleId="4E4205943B134E18AE36978D0727C196">
    <w:name w:val="4E4205943B134E18AE36978D0727C196"/>
    <w:rsid w:val="005B35AC"/>
  </w:style>
  <w:style w:type="paragraph" w:customStyle="1" w:styleId="4267AD558AFD4CC88ACCAF3FB68497B5">
    <w:name w:val="4267AD558AFD4CC88ACCAF3FB68497B5"/>
    <w:rsid w:val="005B35AC"/>
  </w:style>
  <w:style w:type="paragraph" w:customStyle="1" w:styleId="DA7412A7684E42EE89FE77E9030956FE">
    <w:name w:val="DA7412A7684E42EE89FE77E9030956FE"/>
    <w:rsid w:val="005B35AC"/>
  </w:style>
  <w:style w:type="paragraph" w:customStyle="1" w:styleId="96126B94DF594932AA1F8B3B0C58771C">
    <w:name w:val="96126B94DF594932AA1F8B3B0C58771C"/>
    <w:rsid w:val="005B35AC"/>
  </w:style>
  <w:style w:type="paragraph" w:customStyle="1" w:styleId="E6CCAA45136E4B1F9ED237286D599E69">
    <w:name w:val="E6CCAA45136E4B1F9ED237286D599E69"/>
    <w:rsid w:val="005B35AC"/>
  </w:style>
  <w:style w:type="paragraph" w:customStyle="1" w:styleId="28C6C8D1FE314F17B9D9618F781D6BA1">
    <w:name w:val="28C6C8D1FE314F17B9D9618F781D6BA1"/>
    <w:rsid w:val="005B35AC"/>
  </w:style>
  <w:style w:type="paragraph" w:customStyle="1" w:styleId="5AE331D6715B448FB0260084B2FBFE98">
    <w:name w:val="5AE331D6715B448FB0260084B2FBFE98"/>
    <w:rsid w:val="005B35AC"/>
  </w:style>
  <w:style w:type="paragraph" w:customStyle="1" w:styleId="D05E80DB6ED64218B3FDA4497E505363">
    <w:name w:val="D05E80DB6ED64218B3FDA4497E505363"/>
    <w:rsid w:val="005B35AC"/>
  </w:style>
  <w:style w:type="paragraph" w:customStyle="1" w:styleId="5221168771A4477DAABBD233670791B5">
    <w:name w:val="5221168771A4477DAABBD233670791B5"/>
    <w:rsid w:val="005B35AC"/>
  </w:style>
  <w:style w:type="paragraph" w:customStyle="1" w:styleId="AA5CCF3F36704BF0B14299E53C860A59">
    <w:name w:val="AA5CCF3F36704BF0B14299E53C860A59"/>
    <w:rsid w:val="005B35AC"/>
  </w:style>
  <w:style w:type="paragraph" w:customStyle="1" w:styleId="3444722D407F4A768D082954A6C7F64A">
    <w:name w:val="3444722D407F4A768D082954A6C7F64A"/>
    <w:rsid w:val="005B35AC"/>
  </w:style>
  <w:style w:type="paragraph" w:customStyle="1" w:styleId="8E2C5C94E8D6437A88019D2A84E27CA5">
    <w:name w:val="8E2C5C94E8D6437A88019D2A84E27CA5"/>
    <w:rsid w:val="005B35AC"/>
  </w:style>
  <w:style w:type="paragraph" w:customStyle="1" w:styleId="1AFE7A08A6154855A833BB33E3FCC719">
    <w:name w:val="1AFE7A08A6154855A833BB33E3FCC719"/>
    <w:rsid w:val="005B35AC"/>
  </w:style>
  <w:style w:type="paragraph" w:customStyle="1" w:styleId="293AB83677F14D989BA843E3313ABF42">
    <w:name w:val="293AB83677F14D989BA843E3313ABF42"/>
    <w:rsid w:val="005B35AC"/>
  </w:style>
  <w:style w:type="paragraph" w:customStyle="1" w:styleId="BE009BE0B5324F7D95A609E5765F424B">
    <w:name w:val="BE009BE0B5324F7D95A609E5765F424B"/>
    <w:rsid w:val="005B35AC"/>
  </w:style>
  <w:style w:type="paragraph" w:customStyle="1" w:styleId="C7663D5126A94206A511C98EED7BCC1C">
    <w:name w:val="C7663D5126A94206A511C98EED7BCC1C"/>
    <w:rsid w:val="005B35AC"/>
  </w:style>
  <w:style w:type="paragraph" w:customStyle="1" w:styleId="57716E369D534F41BB318D403477F1E7">
    <w:name w:val="57716E369D534F41BB318D403477F1E7"/>
    <w:rsid w:val="005B35AC"/>
  </w:style>
  <w:style w:type="paragraph" w:customStyle="1" w:styleId="D73E53D84A3541D9BE4D03A62DF556F1">
    <w:name w:val="D73E53D84A3541D9BE4D03A62DF556F1"/>
    <w:rsid w:val="005B35AC"/>
  </w:style>
  <w:style w:type="paragraph" w:customStyle="1" w:styleId="0422AFE74C7F47238066529436E49F3B">
    <w:name w:val="0422AFE74C7F47238066529436E49F3B"/>
    <w:rsid w:val="005B35AC"/>
  </w:style>
  <w:style w:type="paragraph" w:customStyle="1" w:styleId="727C372D01F04541BDDF99B917DDE926">
    <w:name w:val="727C372D01F04541BDDF99B917DDE926"/>
    <w:rsid w:val="005B35AC"/>
  </w:style>
  <w:style w:type="paragraph" w:customStyle="1" w:styleId="91EC589624E8457883BF7ADDEE031690">
    <w:name w:val="91EC589624E8457883BF7ADDEE031690"/>
    <w:rsid w:val="005B35AC"/>
  </w:style>
  <w:style w:type="paragraph" w:customStyle="1" w:styleId="CDF89DC22B9143CBA65346B8A008294D">
    <w:name w:val="CDF89DC22B9143CBA65346B8A008294D"/>
    <w:rsid w:val="005B35AC"/>
  </w:style>
  <w:style w:type="paragraph" w:customStyle="1" w:styleId="3420DA6318D1488F9940BED56E5A86B4">
    <w:name w:val="3420DA6318D1488F9940BED56E5A86B4"/>
    <w:rsid w:val="005B35AC"/>
  </w:style>
  <w:style w:type="paragraph" w:customStyle="1" w:styleId="66E8ABB5791D47F7B8EBFBC3C4F82C05">
    <w:name w:val="66E8ABB5791D47F7B8EBFBC3C4F82C05"/>
    <w:rsid w:val="005B35AC"/>
  </w:style>
  <w:style w:type="paragraph" w:customStyle="1" w:styleId="57729407E03C4D3590C7918D86993A44">
    <w:name w:val="57729407E03C4D3590C7918D86993A44"/>
    <w:rsid w:val="005B35AC"/>
  </w:style>
  <w:style w:type="paragraph" w:customStyle="1" w:styleId="FC26613166784437BE195734EB8006C2">
    <w:name w:val="FC26613166784437BE195734EB8006C2"/>
    <w:rsid w:val="005B35AC"/>
  </w:style>
  <w:style w:type="paragraph" w:customStyle="1" w:styleId="52C365EF3BEE44F28C8D3D68FD88672F">
    <w:name w:val="52C365EF3BEE44F28C8D3D68FD88672F"/>
    <w:rsid w:val="005B35AC"/>
  </w:style>
  <w:style w:type="paragraph" w:customStyle="1" w:styleId="4DB4EC7645334A5A8A0BBBE08CD23FF2">
    <w:name w:val="4DB4EC7645334A5A8A0BBBE08CD23FF2"/>
    <w:rsid w:val="005B35AC"/>
  </w:style>
  <w:style w:type="paragraph" w:customStyle="1" w:styleId="D3B1C5B8955E41AAB5DAAFE2E2E5AA3E">
    <w:name w:val="D3B1C5B8955E41AAB5DAAFE2E2E5AA3E"/>
    <w:rsid w:val="005B35AC"/>
  </w:style>
  <w:style w:type="paragraph" w:customStyle="1" w:styleId="FC36273CB8B7446497596B1D7C3B30DD">
    <w:name w:val="FC36273CB8B7446497596B1D7C3B30DD"/>
    <w:rsid w:val="005B35AC"/>
  </w:style>
  <w:style w:type="paragraph" w:customStyle="1" w:styleId="8252F3991A9241CD9B93BB9D9B18F18E">
    <w:name w:val="8252F3991A9241CD9B93BB9D9B18F18E"/>
    <w:rsid w:val="005B35AC"/>
  </w:style>
  <w:style w:type="paragraph" w:customStyle="1" w:styleId="555BE605639541888EF5FD30B3C8AD1F">
    <w:name w:val="555BE605639541888EF5FD30B3C8AD1F"/>
    <w:rsid w:val="005B35AC"/>
  </w:style>
  <w:style w:type="paragraph" w:customStyle="1" w:styleId="C55D996AF9914181AE83FFCC9FFC0D9B">
    <w:name w:val="C55D996AF9914181AE83FFCC9FFC0D9B"/>
    <w:rsid w:val="005B35AC"/>
  </w:style>
  <w:style w:type="paragraph" w:customStyle="1" w:styleId="1902AE7A9C95446C9B32FB3C069CF0A3">
    <w:name w:val="1902AE7A9C95446C9B32FB3C069CF0A3"/>
    <w:rsid w:val="005B35AC"/>
  </w:style>
  <w:style w:type="paragraph" w:customStyle="1" w:styleId="EAF9505F92C74D3B8FAB576344C240FD">
    <w:name w:val="EAF9505F92C74D3B8FAB576344C240FD"/>
    <w:rsid w:val="005B35AC"/>
  </w:style>
  <w:style w:type="paragraph" w:customStyle="1" w:styleId="62FF72BEF92E4E4AA59109947EDFADC2">
    <w:name w:val="62FF72BEF92E4E4AA59109947EDFADC2"/>
    <w:rsid w:val="005B35AC"/>
  </w:style>
  <w:style w:type="paragraph" w:customStyle="1" w:styleId="CF7AF765A83545CF8F4F28EDE926C7DB">
    <w:name w:val="CF7AF765A83545CF8F4F28EDE926C7DB"/>
    <w:rsid w:val="005B35AC"/>
  </w:style>
  <w:style w:type="paragraph" w:customStyle="1" w:styleId="FF31CD5B0CE94099A04C0F1799097D99">
    <w:name w:val="FF31CD5B0CE94099A04C0F1799097D99"/>
    <w:rsid w:val="005B35AC"/>
  </w:style>
  <w:style w:type="paragraph" w:customStyle="1" w:styleId="C13BA25DD79C48C1BA401A591E8A3D21">
    <w:name w:val="C13BA25DD79C48C1BA401A591E8A3D21"/>
    <w:rsid w:val="006226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66C01FDE.dotm</Template>
  <TotalTime>118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TAS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jmulvey</dc:creator>
  <cp:lastModifiedBy>Vij Kooyela</cp:lastModifiedBy>
  <cp:revision>19</cp:revision>
  <cp:lastPrinted>2016-09-25T20:17:00Z</cp:lastPrinted>
  <dcterms:created xsi:type="dcterms:W3CDTF">2015-05-18T00:27:00Z</dcterms:created>
  <dcterms:modified xsi:type="dcterms:W3CDTF">2016-09-25T20:18:00Z</dcterms:modified>
</cp:coreProperties>
</file>